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200" w:lineRule="atLeast"/>
        <w:ind w:left="159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77.95pt;height:79.1pt;mso-position-horizontal-relative:char;mso-position-vertical-relative:line" coordorigin="0,0" coordsize="5559,1582">
            <v:group style="position:absolute;left:47;top:47;width:5465;height:1488" coordorigin="47,47" coordsize="5465,1488">
              <v:shape style="position:absolute;left:47;top:47;width:5465;height:1488" coordorigin="47,47" coordsize="5465,1488" path="m791,1535l752,1535,714,1530,637,1518,560,1499,524,1484,488,1470,452,1453,419,1434,385,1415,354,1393,323,1369,294,1343,265,1316,239,1288,212,1259,188,1228,148,1163,112,1093,83,1021,64,944,52,868,47,829,47,791,47,752,56,676,73,599,97,524,128,452,167,385,212,323,239,294,265,265,294,239,323,212,354,188,419,148,488,112,524,97,560,83,599,73,637,64,676,56,714,52,752,47,791,47,4768,47,4806,47,4844,52,4921,64,4998,83,5034,97,5070,112,5140,148,5204,188,5264,239,5293,265,5346,323,5392,385,5430,452,5461,524,5476,560,5485,599,5495,637,5502,676,5507,714,5512,752,5512,791,5512,829,5507,868,5502,906,5495,944,5485,983,5476,1021,5461,1057,5430,1129,5392,1196,5346,1259,5293,1316,5264,1343,5236,1369,5173,1415,5106,1453,5034,1484,4998,1499,4960,1508,4921,1518,4883,1525,4844,1530,4806,1535,4768,1535,791,1535xe" filled="false" stroked="true" strokeweight="4.68pt" strokecolor="#878787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0;top:0;width:5559;height:1582" type="#_x0000_t202" filled="false" stroked="false">
                <v:textbox inset="0,0,0,0">
                  <w:txbxContent>
                    <w:p>
                      <w:pPr>
                        <w:spacing w:before="170"/>
                        <w:ind w:left="845" w:right="0" w:firstLine="0"/>
                        <w:jc w:val="left"/>
                        <w:rPr>
                          <w:rFonts w:ascii="Arial Unicode MS" w:hAnsi="Arial Unicode MS" w:cs="Arial Unicode MS" w:eastAsia="Arial Unicode MS"/>
                          <w:sz w:val="55"/>
                          <w:szCs w:val="55"/>
                        </w:rPr>
                      </w:pPr>
                      <w:bookmarkStart w:name="07. 창의융복합 표지" w:id="1"/>
                      <w:bookmarkEnd w:id="1"/>
                      <w:r>
                        <w:rPr/>
                      </w:r>
                      <w:r>
                        <w:rPr>
                          <w:rFonts w:ascii="Arial Unicode MS" w:hAnsi="Arial Unicode MS" w:cs="Arial Unicode MS" w:eastAsia="Arial Unicode MS"/>
                          <w:sz w:val="55"/>
                          <w:szCs w:val="55"/>
                        </w:rPr>
                        <w:t>창의융복합전공</w:t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10" w:h="16840"/>
          <w:pgMar w:top="1580" w:bottom="280" w:left="1680" w:right="1680"/>
        </w:sect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490"/>
        <w:gridCol w:w="490"/>
        <w:gridCol w:w="581"/>
        <w:gridCol w:w="1699"/>
        <w:gridCol w:w="1927"/>
        <w:gridCol w:w="430"/>
        <w:gridCol w:w="888"/>
        <w:gridCol w:w="1392"/>
        <w:gridCol w:w="842"/>
      </w:tblGrid>
      <w:tr>
        <w:trPr>
          <w:trHeight w:val="884" w:hRule="exact"/>
        </w:trPr>
        <w:tc>
          <w:tcPr>
            <w:tcW w:w="10529" w:type="dxa"/>
            <w:gridSpan w:val="10"/>
            <w:tcBorders>
              <w:top w:val="nil" w:sz="6" w:space="0" w:color="auto"/>
              <w:left w:val="nil" w:sz="6" w:space="0" w:color="auto"/>
              <w:bottom w:val="single" w:sz="2" w:space="0" w:color="000000"/>
              <w:right w:val="nil" w:sz="6" w:space="0" w:color="auto"/>
            </w:tcBorders>
          </w:tcPr>
          <w:p>
            <w:pPr>
              <w:pStyle w:val="TableParagraph"/>
              <w:spacing w:line="357" w:lineRule="exact"/>
              <w:ind w:left="16" w:right="0"/>
              <w:jc w:val="center"/>
              <w:rPr>
                <w:rFonts w:ascii="맑은 고딕" w:hAnsi="맑은 고딕" w:cs="맑은 고딕" w:eastAsia="맑은 고딕"/>
                <w:sz w:val="28"/>
                <w:szCs w:val="28"/>
              </w:rPr>
            </w:pPr>
            <w:bookmarkStart w:name="07.1 창의융복합전공시간표(2020-2)" w:id="2"/>
            <w:bookmarkEnd w:id="2"/>
            <w:r>
              <w:rPr/>
            </w:r>
            <w:bookmarkStart w:name="창의융복합전공" w:id="3"/>
            <w:bookmarkEnd w:id="3"/>
            <w:r>
              <w:rPr/>
            </w:r>
            <w:r>
              <w:rPr>
                <w:rFonts w:ascii="맑은 고딕" w:hAnsi="맑은 고딕" w:cs="맑은 고딕" w:eastAsia="맑은 고딕"/>
                <w:b/>
                <w:bCs/>
                <w:sz w:val="28"/>
                <w:szCs w:val="28"/>
              </w:rPr>
              <w:t>창의융복합전공</w:t>
            </w:r>
            <w:r>
              <w:rPr>
                <w:rFonts w:ascii="맑은 고딕" w:hAnsi="맑은 고딕" w:cs="맑은 고딕" w:eastAsia="맑은 고딕"/>
                <w:b/>
                <w:bCs/>
                <w:spacing w:val="-1"/>
                <w:sz w:val="28"/>
                <w:szCs w:val="28"/>
              </w:rPr>
              <w:t> </w:t>
            </w:r>
            <w:r>
              <w:rPr>
                <w:rFonts w:ascii="맑은 고딕" w:hAnsi="맑은 고딕" w:cs="맑은 고딕" w:eastAsia="맑은 고딕"/>
                <w:b/>
                <w:bCs/>
                <w:sz w:val="28"/>
                <w:szCs w:val="28"/>
              </w:rPr>
              <w:t>시간표</w:t>
            </w:r>
            <w:r>
              <w:rPr>
                <w:rFonts w:ascii="맑은 고딕" w:hAnsi="맑은 고딕" w:cs="맑은 고딕" w:eastAsia="맑은 고딕"/>
                <w:sz w:val="28"/>
                <w:szCs w:val="28"/>
              </w:rPr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창의융복합전공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구분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128" w:right="12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수강 번호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2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64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학점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8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6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강의실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클라시카자유학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1364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경상대학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즐거운철학이야기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이종주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6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경상강당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경상-PBL2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클라시카자유학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1479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사회과학대학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즐거운철학이야기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변상출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종3304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클라시카자유학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1591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과학생명융합대학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즐거운철학이야기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양승권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환1-1302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클라시카자유학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1860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정보통신대학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즐거운철학이야기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김영진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공7615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클라시카자유학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2078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사범대학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즐거운철학이야기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조항구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범1216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클라시카자유학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1593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과학생명융합대학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고전과현대문화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김민규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환1-1205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클라시카자유학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2081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사범대학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고전과현대문화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노우정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범1123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클라시카자유학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2211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재활과학대학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고전과현대문화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김민규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재1101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클라시카자유학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1170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인문대학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고대그리스철학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이종주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인1-1324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클라시카자유학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1865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정보통신대학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고대그리스철학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변상출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공5205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클라시카자유학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1175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인문대학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클래식로드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조혜경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2" w:right="202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인1-1320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클라시카자유학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1046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클라시카,정약용,목민심서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8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박경용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인1-1101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클라시카자유학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1047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4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클라시카,칸트,실천이성비 판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이종주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3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인1-1220</w:t>
            </w:r>
            <w:r>
              <w:rPr>
                <w:rFonts w:ascii="맑은 고딕" w:hAnsi="맑은 고딕" w:cs="맑은 고딕" w:eastAsia="맑은 고딕"/>
                <w:spacing w:val="25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인1-1224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인문SW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1595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과학생명융합대학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아름다움이란무엇인가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변상출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환1-1111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인문SW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1484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사회과학대학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21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빅데이터의세계와통계적 사고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윤상후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종3201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인문SW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1371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경상대학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소프트웨어제작프로젝트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조익성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경1313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인문SW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2312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미래융합대학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32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4차산업혁명시대의문제해 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박영식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본교가상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본교가상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인문SW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2213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재활과학대학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스마트DIY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이건직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교1103호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인문SW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1373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경상대학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소셜콘텐츠제작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조익성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교1103호</w:t>
            </w:r>
          </w:p>
        </w:tc>
      </w:tr>
      <w:tr>
        <w:trPr>
          <w:trHeight w:val="604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인문SW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1869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정보통신대학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기술창업의이해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김수연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목(14:00∼15:50)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공7714</w:t>
            </w:r>
          </w:p>
        </w:tc>
      </w:tr>
    </w:tbl>
    <w:p>
      <w:pPr>
        <w:spacing w:after="0" w:line="240" w:lineRule="auto"/>
        <w:jc w:val="left"/>
        <w:rPr>
          <w:rFonts w:ascii="맑은 고딕" w:hAnsi="맑은 고딕" w:cs="맑은 고딕" w:eastAsia="맑은 고딕"/>
          <w:sz w:val="16"/>
          <w:szCs w:val="16"/>
        </w:rPr>
        <w:sectPr>
          <w:pgSz w:w="11910" w:h="16840"/>
          <w:pgMar w:top="1460" w:bottom="280" w:left="640" w:right="5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490"/>
        <w:gridCol w:w="490"/>
        <w:gridCol w:w="581"/>
        <w:gridCol w:w="1699"/>
        <w:gridCol w:w="1927"/>
        <w:gridCol w:w="430"/>
        <w:gridCol w:w="888"/>
        <w:gridCol w:w="1392"/>
        <w:gridCol w:w="842"/>
      </w:tblGrid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창의융복합전공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구분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128" w:right="12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수강 번호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2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64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학점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8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6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강의실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아프리카도시개발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3213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도시·조경학부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도시발달사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전경구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화(09:00∼11:45)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공2201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아프리카도시개발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2588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도시·지역계획학과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지역정책론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장명준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공3422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아프리카도시개발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3228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31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도시·조경학부(조경학</w:t>
            </w:r>
            <w:r>
              <w:rPr>
                <w:rFonts w:ascii="맑은 고딕" w:hAnsi="맑은 고딕" w:cs="맑은 고딕" w:eastAsia="맑은 고딕"/>
                <w:spacing w:val="29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관광및휴양계획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조현주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공3513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아프리카도시개발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3129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건축공학과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건설프로젝트실무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정재동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목(13:00∼15:50)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공1329</w:t>
            </w:r>
          </w:p>
        </w:tc>
      </w:tr>
      <w:tr>
        <w:trPr>
          <w:trHeight w:val="532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비즈니스한국어통번역 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2374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한국어문학과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한국어문법론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우창현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목(10:30∼11:45)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인1-1320</w:t>
            </w:r>
          </w:p>
        </w:tc>
      </w:tr>
      <w:tr>
        <w:trPr>
          <w:trHeight w:val="666" w:hRule="exact"/>
        </w:trPr>
        <w:tc>
          <w:tcPr>
            <w:tcW w:w="17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97"/>
              <w:ind w:left="30" w:right="14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비즈니스한국어통번역 전공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2435</w:t>
            </w:r>
          </w:p>
        </w:tc>
        <w:tc>
          <w:tcPr>
            <w:tcW w:w="1699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영어영문학과</w:t>
            </w:r>
          </w:p>
        </w:tc>
        <w:tc>
          <w:tcPr>
            <w:tcW w:w="1927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생활영어(2)</w:t>
            </w:r>
          </w:p>
        </w:tc>
        <w:tc>
          <w:tcPr>
            <w:tcW w:w="43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left="63" w:right="0" w:firstLine="2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카반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니콜</w:t>
            </w:r>
          </w:p>
          <w:p>
            <w:pPr>
              <w:pStyle w:val="TableParagraph"/>
              <w:spacing w:line="244" w:lineRule="exact" w:before="27"/>
              <w:ind w:left="282" w:right="59" w:hanging="21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라스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존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코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 스타</w:t>
            </w:r>
          </w:p>
        </w:tc>
        <w:tc>
          <w:tcPr>
            <w:tcW w:w="1392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금(09:00∼10:50)</w:t>
            </w:r>
          </w:p>
        </w:tc>
        <w:tc>
          <w:tcPr>
            <w:tcW w:w="842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인1-1220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36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비즈니스한국어통번역 전공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2436</w:t>
            </w:r>
          </w:p>
        </w:tc>
        <w:tc>
          <w:tcPr>
            <w:tcW w:w="1699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영어영문학과</w:t>
            </w:r>
          </w:p>
        </w:tc>
        <w:tc>
          <w:tcPr>
            <w:tcW w:w="1927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생활영어(2)</w:t>
            </w:r>
          </w:p>
        </w:tc>
        <w:tc>
          <w:tcPr>
            <w:tcW w:w="43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131" w:lineRule="exact"/>
              <w:ind w:left="63" w:right="0" w:firstLine="2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카반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니콜</w:t>
            </w:r>
          </w:p>
          <w:p>
            <w:pPr>
              <w:pStyle w:val="TableParagraph"/>
              <w:spacing w:line="244" w:lineRule="exact" w:before="27"/>
              <w:ind w:left="282" w:right="59" w:hanging="21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라스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존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코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 스타</w:t>
            </w:r>
          </w:p>
        </w:tc>
        <w:tc>
          <w:tcPr>
            <w:tcW w:w="1392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금(11:00∼12:50)</w:t>
            </w:r>
          </w:p>
        </w:tc>
        <w:tc>
          <w:tcPr>
            <w:tcW w:w="842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인1-1220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36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비즈니스한국어통번역 전공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2444</w:t>
            </w:r>
          </w:p>
        </w:tc>
        <w:tc>
          <w:tcPr>
            <w:tcW w:w="1699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영어영문학과</w:t>
            </w:r>
          </w:p>
        </w:tc>
        <w:tc>
          <w:tcPr>
            <w:tcW w:w="1927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취업프레젠테이션</w:t>
            </w:r>
          </w:p>
        </w:tc>
        <w:tc>
          <w:tcPr>
            <w:tcW w:w="43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131" w:lineRule="exact"/>
              <w:ind w:left="63" w:right="0" w:firstLine="2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카반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니콜</w:t>
            </w:r>
          </w:p>
          <w:p>
            <w:pPr>
              <w:pStyle w:val="TableParagraph"/>
              <w:spacing w:line="244" w:lineRule="exact" w:before="27"/>
              <w:ind w:left="282" w:right="59" w:hanging="21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라스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존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코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 스타</w:t>
            </w:r>
          </w:p>
        </w:tc>
        <w:tc>
          <w:tcPr>
            <w:tcW w:w="1392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목(09:00∼10:50)</w:t>
            </w:r>
          </w:p>
        </w:tc>
        <w:tc>
          <w:tcPr>
            <w:tcW w:w="842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인2-2302</w:t>
            </w:r>
          </w:p>
        </w:tc>
      </w:tr>
      <w:tr>
        <w:trPr>
          <w:trHeight w:val="666" w:hRule="exact"/>
        </w:trPr>
        <w:tc>
          <w:tcPr>
            <w:tcW w:w="17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36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비즈니스한국어통번역 전공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2445</w:t>
            </w:r>
          </w:p>
        </w:tc>
        <w:tc>
          <w:tcPr>
            <w:tcW w:w="1699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영어영문학과</w:t>
            </w:r>
          </w:p>
        </w:tc>
        <w:tc>
          <w:tcPr>
            <w:tcW w:w="1927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취업프레젠테이션</w:t>
            </w:r>
          </w:p>
        </w:tc>
        <w:tc>
          <w:tcPr>
            <w:tcW w:w="43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131" w:lineRule="exact"/>
              <w:ind w:left="63" w:right="0" w:firstLine="2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카반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니콜</w:t>
            </w:r>
          </w:p>
          <w:p>
            <w:pPr>
              <w:pStyle w:val="TableParagraph"/>
              <w:spacing w:line="244" w:lineRule="exact" w:before="27"/>
              <w:ind w:left="282" w:right="59" w:hanging="21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라스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존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코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 스타</w:t>
            </w:r>
          </w:p>
        </w:tc>
        <w:tc>
          <w:tcPr>
            <w:tcW w:w="1392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목(11:00∼12:50)</w:t>
            </w:r>
          </w:p>
        </w:tc>
        <w:tc>
          <w:tcPr>
            <w:tcW w:w="842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인1-1219</w:t>
            </w:r>
          </w:p>
        </w:tc>
      </w:tr>
      <w:tr>
        <w:trPr>
          <w:trHeight w:val="538" w:hRule="exact"/>
        </w:trPr>
        <w:tc>
          <w:tcPr>
            <w:tcW w:w="1790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비즈니스한국어통번역</w:t>
            </w:r>
          </w:p>
          <w:p>
            <w:pPr>
              <w:pStyle w:val="TableParagraph"/>
              <w:spacing w:line="262" w:lineRule="exact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전공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2386</w:t>
            </w:r>
          </w:p>
        </w:tc>
        <w:tc>
          <w:tcPr>
            <w:tcW w:w="1699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한국어문학과</w:t>
            </w:r>
          </w:p>
        </w:tc>
        <w:tc>
          <w:tcPr>
            <w:tcW w:w="1927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제2언어습득론</w:t>
            </w:r>
          </w:p>
        </w:tc>
        <w:tc>
          <w:tcPr>
            <w:tcW w:w="430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김명광</w:t>
            </w:r>
          </w:p>
        </w:tc>
        <w:tc>
          <w:tcPr>
            <w:tcW w:w="1392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</w:p>
          <w:p>
            <w:pPr>
              <w:pStyle w:val="TableParagraph"/>
              <w:spacing w:line="262" w:lineRule="exact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인2-2404</w:t>
            </w:r>
          </w:p>
          <w:p>
            <w:pPr>
              <w:pStyle w:val="TableParagraph"/>
              <w:spacing w:line="262" w:lineRule="exact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인1-1205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비즈니스한국어통번역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1071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*한국어능력시험특강2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신임강사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목(13:00∼14:50)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인2-2404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비즈니스한국어통번역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1127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*번역을위한쓰기클리닉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신임강사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월(11:00∼13:50)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인1-1221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글로벌프론티어전공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2942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국제관계학과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국제사회와개발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안병억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수(10:30∼11:45)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사1401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글로벌프론티어전공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3049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산림자원학과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산림자원학개론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김동엽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환1-1308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글로벌프론티어전공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2819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사회복지학과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사회복지조사론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박영준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사1205 사1402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글로벌프론티어전공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2820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사회복지학과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사회복지조사론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박영준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사1205 사1402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글로벌프론티어전공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2821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사회복지학과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사회복지조사론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김석주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사1411</w:t>
            </w:r>
          </w:p>
        </w:tc>
      </w:tr>
      <w:tr>
        <w:trPr>
          <w:trHeight w:val="549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글로벌프론티어전공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2946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국제관계학과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문화교류론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신동필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82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사1301 사1502A</w:t>
            </w:r>
          </w:p>
        </w:tc>
      </w:tr>
      <w:tr>
        <w:trPr>
          <w:trHeight w:val="666" w:hRule="exact"/>
        </w:trPr>
        <w:tc>
          <w:tcPr>
            <w:tcW w:w="17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글로벌프론티어전공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2435</w:t>
            </w:r>
          </w:p>
        </w:tc>
        <w:tc>
          <w:tcPr>
            <w:tcW w:w="1699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영어영문학과</w:t>
            </w:r>
          </w:p>
        </w:tc>
        <w:tc>
          <w:tcPr>
            <w:tcW w:w="1927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생활영어(2)</w:t>
            </w:r>
          </w:p>
        </w:tc>
        <w:tc>
          <w:tcPr>
            <w:tcW w:w="43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left="63" w:right="0" w:firstLine="2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카반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니콜</w:t>
            </w:r>
          </w:p>
          <w:p>
            <w:pPr>
              <w:pStyle w:val="TableParagraph"/>
              <w:spacing w:line="244" w:lineRule="exact" w:before="27"/>
              <w:ind w:left="282" w:right="59" w:hanging="21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라스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존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코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 스타</w:t>
            </w:r>
          </w:p>
        </w:tc>
        <w:tc>
          <w:tcPr>
            <w:tcW w:w="1392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금(09:00∼10:50)</w:t>
            </w:r>
          </w:p>
        </w:tc>
        <w:tc>
          <w:tcPr>
            <w:tcW w:w="842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인1-1220</w:t>
            </w:r>
          </w:p>
        </w:tc>
      </w:tr>
      <w:tr>
        <w:trPr>
          <w:trHeight w:val="666" w:hRule="exact"/>
        </w:trPr>
        <w:tc>
          <w:tcPr>
            <w:tcW w:w="17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글로벌프론티어전공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2436</w:t>
            </w:r>
          </w:p>
        </w:tc>
        <w:tc>
          <w:tcPr>
            <w:tcW w:w="1699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영어영문학과</w:t>
            </w:r>
          </w:p>
        </w:tc>
        <w:tc>
          <w:tcPr>
            <w:tcW w:w="1927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생활영어(2)</w:t>
            </w:r>
          </w:p>
        </w:tc>
        <w:tc>
          <w:tcPr>
            <w:tcW w:w="43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131" w:lineRule="exact"/>
              <w:ind w:left="63" w:right="0" w:firstLine="2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카반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니콜</w:t>
            </w:r>
          </w:p>
          <w:p>
            <w:pPr>
              <w:pStyle w:val="TableParagraph"/>
              <w:spacing w:line="244" w:lineRule="exact" w:before="27"/>
              <w:ind w:left="282" w:right="59" w:hanging="21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라스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존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코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 스타</w:t>
            </w:r>
          </w:p>
        </w:tc>
        <w:tc>
          <w:tcPr>
            <w:tcW w:w="1392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금(11:00∼12:50)</w:t>
            </w:r>
          </w:p>
        </w:tc>
        <w:tc>
          <w:tcPr>
            <w:tcW w:w="842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인1-1220</w:t>
            </w:r>
          </w:p>
        </w:tc>
      </w:tr>
      <w:tr>
        <w:trPr>
          <w:trHeight w:val="538" w:hRule="exact"/>
        </w:trPr>
        <w:tc>
          <w:tcPr>
            <w:tcW w:w="1790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글로벌프론티어전공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2437</w:t>
            </w:r>
          </w:p>
        </w:tc>
        <w:tc>
          <w:tcPr>
            <w:tcW w:w="1699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영어영문학과</w:t>
            </w:r>
          </w:p>
        </w:tc>
        <w:tc>
          <w:tcPr>
            <w:tcW w:w="1927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실무영작</w:t>
            </w:r>
          </w:p>
        </w:tc>
        <w:tc>
          <w:tcPr>
            <w:tcW w:w="430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윤관희</w:t>
            </w:r>
          </w:p>
        </w:tc>
        <w:tc>
          <w:tcPr>
            <w:tcW w:w="1392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</w:p>
          <w:p>
            <w:pPr>
              <w:pStyle w:val="TableParagraph"/>
              <w:spacing w:line="262" w:lineRule="exact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인2-2203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글로벌프론티어전공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2705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글로벌창업경영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이영우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경1417</w:t>
            </w:r>
          </w:p>
        </w:tc>
      </w:tr>
    </w:tbl>
    <w:p>
      <w:pPr>
        <w:spacing w:after="0" w:line="240" w:lineRule="auto"/>
        <w:jc w:val="left"/>
        <w:rPr>
          <w:rFonts w:ascii="맑은 고딕" w:hAnsi="맑은 고딕" w:cs="맑은 고딕" w:eastAsia="맑은 고딕"/>
          <w:sz w:val="16"/>
          <w:szCs w:val="16"/>
        </w:rPr>
        <w:sectPr>
          <w:pgSz w:w="11910" w:h="16840"/>
          <w:pgMar w:top="1340" w:bottom="280" w:left="640" w:right="5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490"/>
        <w:gridCol w:w="490"/>
        <w:gridCol w:w="581"/>
        <w:gridCol w:w="1699"/>
        <w:gridCol w:w="1927"/>
        <w:gridCol w:w="430"/>
        <w:gridCol w:w="888"/>
        <w:gridCol w:w="1392"/>
        <w:gridCol w:w="842"/>
      </w:tblGrid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창의융복합전공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구분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128" w:right="12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수강 번호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2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64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학점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8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6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강의실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글로벌프론티어전공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1961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조형예술대학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현대사회와다문화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김도혜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종3305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디지털미디어콘텐츠전 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1030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문화와축제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서철현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사1401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디지털미디어콘텐츠전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1482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사회과학대학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21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예술과디지털커뮤니케이 션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이소영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종3202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디지털미디어콘텐츠전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1715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공과대학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21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예술과디지털커뮤니케이 션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이소영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공2412 공0201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디지털미디어콘텐츠전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1036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대중매체와문화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허영은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본교가상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본교가상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디지털미디어콘텐츠전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1373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경상대학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소셜콘텐츠제작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조익성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교1103호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4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디지털미디어콘텐츠전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1720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공과대학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인공지능미디어콘텐츠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이동화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공1520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4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디지털미디어콘텐츠전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1111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경산의역사와문화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윤재운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화(13:00∼14:50)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범1201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4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디지털미디어콘텐츠전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1493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사회과학대학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일본문화의산책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하영수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사1404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4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디지털미디어콘텐츠전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1188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인문대학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함께읽는동서양고전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엄기영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인2-2403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4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디지털미디어콘텐츠전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1387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경상대학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디지털소비트랜드의이해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박상철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경1312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오디세이미래인재전공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1364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경상대학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즐거운철학이야기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이종주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2" w:right="202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2" w:right="67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경상강당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경상-PBL2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오디세이미래인재전공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1479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사회과학대학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즐거운철학이야기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변상출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종3304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오디세이미래인재전공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1591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과학생명융합대학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즐거운철학이야기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양승권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환1-1302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오디세이미래인재전공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1860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정보통신대학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즐거운철학이야기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김영진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공7615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오디세이미래인재전공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2078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사범대학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즐거운철학이야기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조항구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범1216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오디세이미래인재전공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1167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인문대학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인문학과과학기술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양승권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인1-1429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오디세이미래인재전공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2294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DU인재법학부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인문학과과학기술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박붕익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사1404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오디세이미래인재전공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2311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미래융합대학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인문학과과학기술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김현숙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본교가상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본교가상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오디세이미래인재전공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1366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경상대학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사회과학의탄생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민병욱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경1202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오디세이미래인재전공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1480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사회과학대학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사회과학의탄생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민병욱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사1404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오디세이미래인재전공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1169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인문대학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디지털기술과미래사회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조익성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인1-1220</w:t>
            </w:r>
          </w:p>
        </w:tc>
      </w:tr>
    </w:tbl>
    <w:p>
      <w:pPr>
        <w:spacing w:after="0" w:line="240" w:lineRule="auto"/>
        <w:jc w:val="left"/>
        <w:rPr>
          <w:rFonts w:ascii="맑은 고딕" w:hAnsi="맑은 고딕" w:cs="맑은 고딕" w:eastAsia="맑은 고딕"/>
          <w:sz w:val="16"/>
          <w:szCs w:val="16"/>
        </w:rPr>
        <w:sectPr>
          <w:pgSz w:w="11910" w:h="16840"/>
          <w:pgMar w:top="1340" w:bottom="280" w:left="640" w:right="5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490"/>
        <w:gridCol w:w="490"/>
        <w:gridCol w:w="581"/>
        <w:gridCol w:w="1699"/>
        <w:gridCol w:w="1927"/>
        <w:gridCol w:w="430"/>
        <w:gridCol w:w="888"/>
        <w:gridCol w:w="1392"/>
        <w:gridCol w:w="842"/>
      </w:tblGrid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창의융복합전공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구분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128" w:right="12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수강 번호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2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64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학점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8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6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강의실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오디세이미래인재전공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1263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행정대학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디지털기술과미래사회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김현숙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법행2303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오디세이미래인재전공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1367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경상대학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디지털기술과미래사회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박붕익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경1207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오디세이미래인재전공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1041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21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컴퓨팅적사고와융합적문 제해결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조익성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DU∼MOOC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30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DU∼</w:t>
            </w:r>
            <w:r>
              <w:rPr>
                <w:rFonts w:ascii="맑은 고딕" w:hAnsi="맑은 고딕" w:cs="맑은 고딕" w:eastAsia="맑은 고딕"/>
                <w:spacing w:val="2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MOOC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오디세이미래인재전공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1596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과학생명융합대학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21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컴퓨팅적사고와융합적문 제해결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이건직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교1107A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오디세이미래인재전공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1049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32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오디세이프로젝트3전쟁과 평화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전용숙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3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인1-1220</w:t>
            </w:r>
            <w:r>
              <w:rPr>
                <w:rFonts w:ascii="맑은 고딕" w:hAnsi="맑은 고딕" w:cs="맑은 고딕" w:eastAsia="맑은 고딕"/>
                <w:spacing w:val="25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인1-1224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스토리텔링창작전공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2371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한국어문학과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한국고전소설연구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엄기영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1" w:right="13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인1-1320</w:t>
            </w:r>
            <w:r>
              <w:rPr>
                <w:rFonts w:ascii="맑은 고딕" w:hAnsi="맑은 고딕" w:cs="맑은 고딕" w:eastAsia="맑은 고딕"/>
                <w:spacing w:val="25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인1-1324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스토리텔링창작전공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2899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영상사회학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박정호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사1401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스토리텔링창작전공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2380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한국어문학과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2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디지털스토리텔링콘텐츠 창의설계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신임강사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목(12:00∼14:45)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인2-2402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스토리텔링창작전공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2903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소수자사회학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이희영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사1207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스토리텔링창작전공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2387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한국어문학과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2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스토리텔링창작캡스톤디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자인(2)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신임강사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인2-2302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스토리텔링창작전공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1714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공과대학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문화콘텐츠로세상읽기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주영중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공3217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스토리텔링창작전공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2295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DU인재법학부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문화콘텐츠로세상읽기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이소영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법행1316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정치경제철학전공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2943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국제관계학과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국제관계의이론과실제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이소영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사1407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정치경제철학전공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2613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경제학과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미시경제학(2)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전승훈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경1411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정치경제철학전공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2614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경제학과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미시경제학(2)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전승훈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경1211 경1201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정치경제철학전공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2945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국제관계학과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국제정치경제론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안병억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사1410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정치경제철학전공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2622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경제학과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거시경제학(1)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박승준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경1410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정치경제철학전공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2623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경제학과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거시경제학(1)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박승준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경1211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정치경제철학전공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2950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국제관계학과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동북아관계론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박광득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사1403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정치경제철학전공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1593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과학생명융합대학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고전과현대문화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김민규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환1-1205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정치경제철학전공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2081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사범대학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고전과현대문화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노우정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범1123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정치경제철학전공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2211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재활과학대학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고전과현대문화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김민규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재1101</w:t>
            </w:r>
          </w:p>
        </w:tc>
      </w:tr>
    </w:tbl>
    <w:p>
      <w:pPr>
        <w:spacing w:after="0" w:line="240" w:lineRule="auto"/>
        <w:jc w:val="left"/>
        <w:rPr>
          <w:rFonts w:ascii="맑은 고딕" w:hAnsi="맑은 고딕" w:cs="맑은 고딕" w:eastAsia="맑은 고딕"/>
          <w:sz w:val="16"/>
          <w:szCs w:val="16"/>
        </w:rPr>
        <w:sectPr>
          <w:pgSz w:w="11910" w:h="16840"/>
          <w:pgMar w:top="1340" w:bottom="280" w:left="640" w:right="5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490"/>
        <w:gridCol w:w="490"/>
        <w:gridCol w:w="581"/>
        <w:gridCol w:w="1699"/>
        <w:gridCol w:w="1927"/>
        <w:gridCol w:w="430"/>
        <w:gridCol w:w="888"/>
        <w:gridCol w:w="1392"/>
        <w:gridCol w:w="842"/>
      </w:tblGrid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창의융복합전공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구분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128" w:right="12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수강 번호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2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64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학점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8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6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강의실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정치경제철학전공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2083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사범대학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움직이는아시아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이용승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범1213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정치경제철학전공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2296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DU인재법학부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움직이는아시아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이용승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법행1218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정치경제철학전공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1037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21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동양철학과하이브리드문 화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양승권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DU∼MOOC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30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DU∼</w:t>
            </w:r>
            <w:r>
              <w:rPr>
                <w:rFonts w:ascii="맑은 고딕" w:hAnsi="맑은 고딕" w:cs="맑은 고딕" w:eastAsia="맑은 고딕"/>
                <w:spacing w:val="2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MOOC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정치경제철학전공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1382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경상대학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21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인간심리와경제적의사결 정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홍인기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경1412 경1411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비주얼아트매니지먼트 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3638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실내건축디자인학과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공간과오브제실습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정경숙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화(09:00∼10:50)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화(11:00∼12:50)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활317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비주얼아트매니지먼트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3639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실내건축디자인학과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공간과오브제실습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우디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월(09:00∼10:50)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월(11:00∼12:50)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활316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비주얼아트매니지먼트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3645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실내건축디자인학과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공간가구계획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유종호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금(09:00∼10:50)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금(11:00∼12:50)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활316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4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비주얼아트매니지먼트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3646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실내건축디자인학과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공간가구계획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유종호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금(13:00∼14:50)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금(15:00∼16:50)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활316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4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비주얼아트매니지먼트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2751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관광경영의이해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이광우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경1218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4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비주얼아트매니지먼트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2752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관광경영의이해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이광우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8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경1201 경1218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4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비주얼아트매니지먼트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2753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관광경영의이해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이광우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8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경1320 경1218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4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비주얼아트매니지먼트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3651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실내건축디자인학과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공간조명계획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정석연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화(13:00∼14:50)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활316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4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비주얼아트매니지먼트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3652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실내건축디자인학과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공간조명계획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이병욱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화(09:00∼10:50)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화(11:00∼12:50)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활316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비주얼아트매니지먼트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3492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67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융합예술학부(현대미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술전공)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현대미술의쟁점(2)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임윤수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미2-209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비주얼아트매니지먼트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3657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실내건축디자인학과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포트폴리오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정석연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목(13:00∼14:50)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활316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비주얼아트매니지먼트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3627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패션디자인학과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패션프리젠테이션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김소현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목(09:00∼12:50)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활308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비주얼아트매니지먼트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3628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패션디자인학과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패션프리젠테이션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신승호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금(09:00∼12:50)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활314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헬스케어마케팅전공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2575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1" w:right="17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지역사회개발·복지학 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사회복지실천론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정보경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수(13:30∼16:15)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법행2402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헬스케어마케팅전공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2357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7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지역사회개발·복지학 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정신건강론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김미령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법행1313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헬스케어마케팅전공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2684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서비스마케팅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이진화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경1310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헬스케어마케팅전공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2685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서비스마케팅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윤만희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경1218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헬스케어마케팅전공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2686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서비스마케팅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김동복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8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경1412 경1308</w:t>
            </w:r>
          </w:p>
        </w:tc>
      </w:tr>
    </w:tbl>
    <w:p>
      <w:pPr>
        <w:spacing w:after="0" w:line="244" w:lineRule="exact"/>
        <w:jc w:val="left"/>
        <w:rPr>
          <w:rFonts w:ascii="맑은 고딕" w:hAnsi="맑은 고딕" w:cs="맑은 고딕" w:eastAsia="맑은 고딕"/>
          <w:sz w:val="16"/>
          <w:szCs w:val="16"/>
        </w:rPr>
        <w:sectPr>
          <w:pgSz w:w="11910" w:h="16840"/>
          <w:pgMar w:top="1340" w:bottom="280" w:left="640" w:right="5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490"/>
        <w:gridCol w:w="490"/>
        <w:gridCol w:w="581"/>
        <w:gridCol w:w="1699"/>
        <w:gridCol w:w="1927"/>
        <w:gridCol w:w="430"/>
        <w:gridCol w:w="888"/>
        <w:gridCol w:w="1392"/>
        <w:gridCol w:w="842"/>
      </w:tblGrid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창의융복합전공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구분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128" w:right="12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수강 번호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2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64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학점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8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6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강의실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헬스케어마케팅전공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2687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서비스마케팅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김동복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경1308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헬스케어마케팅전공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2772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금융보험학과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제3보험론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이윤호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경1420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헬스케어마케팅전공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4207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보건행정학과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병원경영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최찬호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1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화(21:10~21:55)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수(20:25~21:55)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322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대구본 1302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헬스케어마케팅전공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2586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7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지역사회개발·복지학 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지역사회복지론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신임강사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법행2401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헬스케어마케팅전공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2703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영업과판매관리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최진명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경1218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헬스케어마케팅전공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2704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영업과판매관리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최진명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경1218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창업학전공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2801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호텔관광학과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외식창업론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김현정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목(12:00∼13:15)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경1418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창업학전공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2512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스포츠레저학과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스포츠산업과창업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조민행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수(13:00∼16:50)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평교1210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창업학전공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1861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정보통신대학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과학기술과특허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신임강사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공7714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창업학전공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1034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사회적기업의이해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이재현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사1405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창업학전공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1067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비즈니스의이해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노진민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경1101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창업학전공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1095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관광벤처창업론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박은경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경1309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창업학전공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1096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글로벌마켓창업과경영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권정일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교1107A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창업학전공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1097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글로벌마켓창업과경영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권정일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교1107A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창업학전공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1112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가상창업비즈니스모델론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박재만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월(13:00∼14:50)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경상강당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창업학전공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1114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기술창업벤처탐방론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박재만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경1418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창업학전공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1115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기술사업화상품개발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나상민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수(14:00∼15:50)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조형5강당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창업학전공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1116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기술사업화상품개발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한용권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수(10:00∼11:50)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공2412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창업학전공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1117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기술사업화상품개발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1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박경수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수(10:00∼11:50)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공7418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스포츠산업창업전공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3948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물리치료학과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보장구학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김명권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수(10:00∼11:50)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재1315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스포츠산업창업전공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2496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스포츠레저학과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노인체육론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한건수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수(13:00∼14:50)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평교1203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스포츠산업창업전공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2499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스포츠레저학과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레저스포츠마케팅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박재암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평교1203</w:t>
            </w:r>
          </w:p>
        </w:tc>
      </w:tr>
    </w:tbl>
    <w:p>
      <w:pPr>
        <w:spacing w:after="0" w:line="240" w:lineRule="auto"/>
        <w:jc w:val="left"/>
        <w:rPr>
          <w:rFonts w:ascii="맑은 고딕" w:hAnsi="맑은 고딕" w:cs="맑은 고딕" w:eastAsia="맑은 고딕"/>
          <w:sz w:val="16"/>
          <w:szCs w:val="16"/>
        </w:rPr>
        <w:sectPr>
          <w:pgSz w:w="11910" w:h="16840"/>
          <w:pgMar w:top="1340" w:bottom="280" w:left="640" w:right="5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490"/>
        <w:gridCol w:w="490"/>
        <w:gridCol w:w="581"/>
        <w:gridCol w:w="1699"/>
        <w:gridCol w:w="1927"/>
        <w:gridCol w:w="430"/>
        <w:gridCol w:w="888"/>
        <w:gridCol w:w="1392"/>
        <w:gridCol w:w="842"/>
      </w:tblGrid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창의융복합전공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구분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128" w:right="12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수강 번호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2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64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학점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8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6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강의실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스포츠산업창업전공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3791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초등특수교육과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지체장애학생교육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김영한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범1210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스포츠산업창업전공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3967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물리치료학과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노인물리치료학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신영준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목(10:00∼11:50)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재1102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스포츠산업창업전공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2508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스포츠레저학과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스포츠미디어와정보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권욱동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DU∼MOOC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30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DU∼</w:t>
            </w:r>
            <w:r>
              <w:rPr>
                <w:rFonts w:ascii="맑은 고딕" w:hAnsi="맑은 고딕" w:cs="맑은 고딕" w:eastAsia="맑은 고딕"/>
                <w:spacing w:val="2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MOOC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스포츠산업창업전공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2512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스포츠레저학과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스포츠산업과창업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조민행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수(13:00∼16:50)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평교1210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스포츠산업창업전공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1083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창업마케팅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안종호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화(13:00∼14:50)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경1210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스포츠산업창업전공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1084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창업마케팅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김재오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월(13:00∼14:50)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경1210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스포츠산업창업전공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1085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창업마케팅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문홍수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화(13:00∼14:50)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경1410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스포츠산업창업전공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1086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창업마케팅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서태호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수(13:00∼14:50)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경1320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스포츠산업창업전공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1087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창업마케팅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서태호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월(13:00∼14:50)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경1411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스포츠산업창업전공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1096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글로벌마켓창업과경영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권정일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교1107A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스포츠산업창업전공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1097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글로벌마켓창업과경영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권정일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교1107A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스포츠산업창업전공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1113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창업시뮬레이션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윤상희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화(14:00∼15:50)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교1112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스포츠산업창업전공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1115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기술사업화상품개발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8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나상민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수(14:00∼15:50)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조형5강당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8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스포츠산업창업전공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8"/>
              <w:ind w:left="18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1116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기술사업화상품개발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한용권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수(10:00∼11:50)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공2412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스포츠산업창업전공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1117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기술사업화상품개발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박경수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수(10:00∼11:50)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공7418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생태관광치유학전공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2740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지속가능한관광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이주희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수(12:00∼13:15)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경1101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생태관광치유학전공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2741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지속가능한관광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김영경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경1401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생태관광치유학전공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3091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동물자원학과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초지학및실습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조익환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월(13:00∼14:50)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환1-1202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생태관광치유학전공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3092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동물자원학과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특수가축학및실습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원승건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월(09:00∼10:50)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월(11:00∼12:50)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환1-1202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생태관광치유학전공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3093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동물자원학과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동물영양학및실험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추교문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금(13:00∼14:50)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금(15:00∼16:50)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환1-1205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생태관광치유학전공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2747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관광휴양및공원관리학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이주희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8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경1320 경1201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생태관광치유학전공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2748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관광휴양및공원관리학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김영경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화(12:00∼14:45)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경1320</w:t>
            </w:r>
          </w:p>
        </w:tc>
      </w:tr>
    </w:tbl>
    <w:p>
      <w:pPr>
        <w:spacing w:after="0" w:line="240" w:lineRule="auto"/>
        <w:jc w:val="left"/>
        <w:rPr>
          <w:rFonts w:ascii="맑은 고딕" w:hAnsi="맑은 고딕" w:cs="맑은 고딕" w:eastAsia="맑은 고딕"/>
          <w:sz w:val="16"/>
          <w:szCs w:val="16"/>
        </w:rPr>
        <w:sectPr>
          <w:pgSz w:w="11910" w:h="16840"/>
          <w:pgMar w:top="1340" w:bottom="280" w:left="640" w:right="5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490"/>
        <w:gridCol w:w="490"/>
        <w:gridCol w:w="581"/>
        <w:gridCol w:w="1699"/>
        <w:gridCol w:w="1927"/>
        <w:gridCol w:w="430"/>
        <w:gridCol w:w="888"/>
        <w:gridCol w:w="1392"/>
        <w:gridCol w:w="842"/>
      </w:tblGrid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창의융복합전공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구분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128" w:right="12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수강 번호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2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64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학점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8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6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강의실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생태관광치유학전공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2751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관광경영의이해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이광우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경1218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생태관광치유학전공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2752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관광경영의이해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이광우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경1201 경1218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생태관광치유학전공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2753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관광경영의이해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이광우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경1320 경1218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생태관광치유학전공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3099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동물자원학과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생태축산및실습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조익환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수(11:00∼12:50)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환1-1116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생태관광치유학전공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3101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동물자원학과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축산세미나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조익환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환1-1116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생태관광치유학전공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3103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동물자원학과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동물성식품테라피및실습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강석남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월(09:00∼10:50)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월(11:00∼12:50)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환1-1116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반도체산업공학전공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3410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컴퓨터정보공학부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컴퓨터프로그래밍기초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1"/>
                <w:szCs w:val="11"/>
              </w:rPr>
            </w:pPr>
          </w:p>
          <w:p>
            <w:pPr>
              <w:pStyle w:val="TableParagraph"/>
              <w:spacing w:line="240" w:lineRule="auto"/>
              <w:ind w:left="39" w:right="0"/>
              <w:jc w:val="left"/>
              <w:rPr>
                <w:rFonts w:ascii="맑은 고딕" w:hAnsi="맑은 고딕" w:cs="맑은 고딕" w:eastAsia="맑은 고딕"/>
                <w:sz w:val="13"/>
                <w:szCs w:val="13"/>
              </w:rPr>
            </w:pPr>
            <w:r>
              <w:rPr>
                <w:rFonts w:ascii="맑은 고딕" w:hAnsi="맑은 고딕" w:cs="맑은 고딕" w:eastAsia="맑은 고딕"/>
                <w:w w:val="105"/>
                <w:sz w:val="13"/>
                <w:szCs w:val="13"/>
              </w:rPr>
              <w:t>신규전임교원</w:t>
            </w:r>
            <w:r>
              <w:rPr>
                <w:rFonts w:ascii="맑은 고딕" w:hAnsi="맑은 고딕" w:cs="맑은 고딕" w:eastAsia="맑은 고딕"/>
                <w:sz w:val="13"/>
                <w:szCs w:val="13"/>
              </w:rPr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목(09:00∼10:50)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목(11:00∼12:50)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공7406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반도체산업공학전공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3411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컴퓨터정보공학부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컴퓨터프로그래밍기초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39" w:right="0"/>
              <w:jc w:val="left"/>
              <w:rPr>
                <w:rFonts w:ascii="맑은 고딕" w:hAnsi="맑은 고딕" w:cs="맑은 고딕" w:eastAsia="맑은 고딕"/>
                <w:sz w:val="13"/>
                <w:szCs w:val="13"/>
              </w:rPr>
            </w:pPr>
            <w:r>
              <w:rPr>
                <w:rFonts w:ascii="맑은 고딕" w:hAnsi="맑은 고딕" w:cs="맑은 고딕" w:eastAsia="맑은 고딕"/>
                <w:w w:val="105"/>
                <w:sz w:val="13"/>
                <w:szCs w:val="13"/>
              </w:rPr>
              <w:t>신규전임교원</w:t>
            </w:r>
            <w:r>
              <w:rPr>
                <w:rFonts w:ascii="맑은 고딕" w:hAnsi="맑은 고딕" w:cs="맑은 고딕" w:eastAsia="맑은 고딕"/>
                <w:sz w:val="13"/>
                <w:szCs w:val="13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금(13:00∼14:50)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금(15:00∼16:50)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공7406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반도체산업공학전공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3412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컴퓨터정보공학부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컴퓨터프로그래밍기초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원희철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화(14:00∼15:50)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화(16:00∼17:50)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공7409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반도체산업공학전공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3413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컴퓨터정보공학부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컴퓨터프로그래밍기초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진성근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화(14:00∼15:50)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화(16:00∼17:50)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공7606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반도체산업공학전공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3398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9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ICT융합학부(인공지능</w:t>
            </w:r>
            <w:r>
              <w:rPr>
                <w:rFonts w:ascii="맑은 고딕" w:hAnsi="맑은 고딕" w:cs="맑은 고딕" w:eastAsia="맑은 고딕"/>
                <w:spacing w:val="20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운영체제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오유수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공5505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반도체산업공학전공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3399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9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ICT융합학부(인공지능</w:t>
            </w:r>
            <w:r>
              <w:rPr>
                <w:rFonts w:ascii="맑은 고딕" w:hAnsi="맑은 고딕" w:cs="맑은 고딕" w:eastAsia="맑은 고딕"/>
                <w:spacing w:val="20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운영체제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39" w:right="0"/>
              <w:jc w:val="left"/>
              <w:rPr>
                <w:rFonts w:ascii="맑은 고딕" w:hAnsi="맑은 고딕" w:cs="맑은 고딕" w:eastAsia="맑은 고딕"/>
                <w:sz w:val="13"/>
                <w:szCs w:val="13"/>
              </w:rPr>
            </w:pPr>
            <w:r>
              <w:rPr>
                <w:rFonts w:ascii="맑은 고딕" w:hAnsi="맑은 고딕" w:cs="맑은 고딕" w:eastAsia="맑은 고딕"/>
                <w:w w:val="105"/>
                <w:sz w:val="13"/>
                <w:szCs w:val="13"/>
              </w:rPr>
              <w:t>신규겸임교원</w:t>
            </w:r>
            <w:r>
              <w:rPr>
                <w:rFonts w:ascii="맑은 고딕" w:hAnsi="맑은 고딕" w:cs="맑은 고딕" w:eastAsia="맑은 고딕"/>
                <w:sz w:val="13"/>
                <w:szCs w:val="13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공5505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반도체산업공학전공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3341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전자전기공학부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전자회로(1)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박철영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9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공5206 공7514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반도체산업공학전공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3342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전자전기공학부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전자회로(1)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정영호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공5305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반도체산업공학전공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3418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컴퓨터정보공학부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알고리즘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김종완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공7714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반도체산업공학전공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3419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컴퓨터정보공학부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알고리즘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원희철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공7514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반도체산업공학전공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3305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6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전자전기공학부(전자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공학전공)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반도체공학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문현원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공5305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반도체산업공학전공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3428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6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컴퓨터정보공학부(컴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퓨터공학전공)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윈도우즈프로그래밍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김정훈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목(09:00∼10:50)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목(11:00∼12:50)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공7605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반도체산업공학전공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3444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6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컴퓨터정보공학부(컴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퓨터소프트웨어전공)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서버시스템관리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1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신임강사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수(11:00∼12:50)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공7605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항노화생명공학전공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4021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재활건강증진학과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운동의학개론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31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김완수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교1103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항노화생명공학전공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3198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생명공학과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분자생물학(2)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강선철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공2401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항노화생명공학전공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3950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물리치료학과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운동생리학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김대현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화(14:00∼15:50)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재1101</w:t>
            </w:r>
          </w:p>
        </w:tc>
      </w:tr>
    </w:tbl>
    <w:p>
      <w:pPr>
        <w:spacing w:after="0" w:line="240" w:lineRule="auto"/>
        <w:jc w:val="left"/>
        <w:rPr>
          <w:rFonts w:ascii="맑은 고딕" w:hAnsi="맑은 고딕" w:cs="맑은 고딕" w:eastAsia="맑은 고딕"/>
          <w:sz w:val="16"/>
          <w:szCs w:val="16"/>
        </w:rPr>
        <w:sectPr>
          <w:pgSz w:w="11910" w:h="16840"/>
          <w:pgMar w:top="1340" w:bottom="280" w:left="640" w:right="5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490"/>
        <w:gridCol w:w="490"/>
        <w:gridCol w:w="581"/>
        <w:gridCol w:w="1699"/>
        <w:gridCol w:w="1927"/>
        <w:gridCol w:w="430"/>
        <w:gridCol w:w="888"/>
        <w:gridCol w:w="1392"/>
        <w:gridCol w:w="842"/>
      </w:tblGrid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창의융복합전공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구분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128" w:right="12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수강 번호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2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64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학점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8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6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강의실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항노화생명공학전공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3295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식품영양학과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생활주기영양학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김윤희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공5105 공3614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항노화생명공학전공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3996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재활공학과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인체운동학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윤창교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재1315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항노화생명공학전공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3202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생명공학과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세포배양공학(2)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박흠대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화(13:00∼15:50)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공1328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항노화생명공학전공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3204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생명공학과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천연물화학설계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강선철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수(14:00∼17:50)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공2501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항노화생명공학전공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3205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생명공학과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단백질공학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강선철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공2401 공2501</w:t>
            </w:r>
          </w:p>
        </w:tc>
      </w:tr>
      <w:tr>
        <w:trPr>
          <w:trHeight w:val="549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항노화생명공학전공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3208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생명공학과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분자대사조절학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장원구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공2312</w:t>
            </w:r>
          </w:p>
        </w:tc>
      </w:tr>
      <w:tr>
        <w:trPr>
          <w:trHeight w:val="666" w:hRule="exact"/>
        </w:trPr>
        <w:tc>
          <w:tcPr>
            <w:tcW w:w="17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실무한국어교육전공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2435</w:t>
            </w:r>
          </w:p>
        </w:tc>
        <w:tc>
          <w:tcPr>
            <w:tcW w:w="1699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영어영문학과</w:t>
            </w:r>
          </w:p>
        </w:tc>
        <w:tc>
          <w:tcPr>
            <w:tcW w:w="1927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생활영어(2)</w:t>
            </w:r>
          </w:p>
        </w:tc>
        <w:tc>
          <w:tcPr>
            <w:tcW w:w="43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left="63" w:right="0" w:firstLine="2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카반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니콜</w:t>
            </w:r>
          </w:p>
          <w:p>
            <w:pPr>
              <w:pStyle w:val="TableParagraph"/>
              <w:spacing w:line="244" w:lineRule="exact" w:before="27"/>
              <w:ind w:left="282" w:right="59" w:hanging="21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라스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존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코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 스타</w:t>
            </w:r>
          </w:p>
        </w:tc>
        <w:tc>
          <w:tcPr>
            <w:tcW w:w="1392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금(09:00∼10:50)</w:t>
            </w:r>
          </w:p>
        </w:tc>
        <w:tc>
          <w:tcPr>
            <w:tcW w:w="842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40" w:lineRule="auto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인1-1220</w:t>
            </w:r>
          </w:p>
        </w:tc>
      </w:tr>
      <w:tr>
        <w:trPr>
          <w:trHeight w:val="666" w:hRule="exact"/>
        </w:trPr>
        <w:tc>
          <w:tcPr>
            <w:tcW w:w="17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실무한국어교육전공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2436</w:t>
            </w:r>
          </w:p>
        </w:tc>
        <w:tc>
          <w:tcPr>
            <w:tcW w:w="1699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영어영문학과</w:t>
            </w:r>
          </w:p>
        </w:tc>
        <w:tc>
          <w:tcPr>
            <w:tcW w:w="1927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생활영어(2)</w:t>
            </w:r>
          </w:p>
        </w:tc>
        <w:tc>
          <w:tcPr>
            <w:tcW w:w="430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131" w:lineRule="exact"/>
              <w:ind w:left="63" w:right="0" w:firstLine="2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카반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니콜</w:t>
            </w:r>
          </w:p>
          <w:p>
            <w:pPr>
              <w:pStyle w:val="TableParagraph"/>
              <w:spacing w:line="244" w:lineRule="exact" w:before="27"/>
              <w:ind w:left="282" w:right="59" w:hanging="21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라스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존</w:t>
            </w:r>
            <w:r>
              <w:rPr>
                <w:rFonts w:ascii="맑은 고딕" w:hAnsi="맑은 고딕" w:cs="맑은 고딕" w:eastAsia="맑은 고딕"/>
                <w:spacing w:val="1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코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 스타</w:t>
            </w:r>
          </w:p>
        </w:tc>
        <w:tc>
          <w:tcPr>
            <w:tcW w:w="1392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금(11:00∼12:50)</w:t>
            </w:r>
          </w:p>
        </w:tc>
        <w:tc>
          <w:tcPr>
            <w:tcW w:w="842" w:type="dxa"/>
            <w:tcBorders>
              <w:top w:val="nil" w:sz="6" w:space="0" w:color="auto"/>
              <w:left w:val="single" w:sz="2" w:space="0" w:color="000000"/>
              <w:bottom w:val="nil" w:sz="6" w:space="0" w:color="auto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3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인1-1220</w:t>
            </w:r>
          </w:p>
        </w:tc>
      </w:tr>
      <w:tr>
        <w:trPr>
          <w:trHeight w:val="538" w:hRule="exact"/>
        </w:trPr>
        <w:tc>
          <w:tcPr>
            <w:tcW w:w="1790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실무한국어교육전공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2377</w:t>
            </w:r>
          </w:p>
        </w:tc>
        <w:tc>
          <w:tcPr>
            <w:tcW w:w="1699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한국어문학과</w:t>
            </w:r>
          </w:p>
        </w:tc>
        <w:tc>
          <w:tcPr>
            <w:tcW w:w="1927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한국어이해교육법</w:t>
            </w:r>
          </w:p>
        </w:tc>
        <w:tc>
          <w:tcPr>
            <w:tcW w:w="430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2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김명광</w:t>
            </w:r>
          </w:p>
        </w:tc>
        <w:tc>
          <w:tcPr>
            <w:tcW w:w="1392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</w:p>
          <w:p>
            <w:pPr>
              <w:pStyle w:val="TableParagraph"/>
              <w:spacing w:line="262" w:lineRule="exact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nil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192" w:lineRule="exact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인2-2302</w:t>
            </w:r>
          </w:p>
          <w:p>
            <w:pPr>
              <w:pStyle w:val="TableParagraph"/>
              <w:spacing w:line="262" w:lineRule="exact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인2-2403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실무한국어교육전공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2379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한국어문학과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한국어문법교육론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지현진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인1-1221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실무한국어교육전공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2384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한국어문학과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한국어교육실습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이희정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금(09:00∼09:50)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토(09:00∼12:50)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인2-2202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실무한국어교육전공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2386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한국어문학과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제2언어습득론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김명광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3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인2-2404</w:t>
            </w:r>
            <w:r>
              <w:rPr>
                <w:rFonts w:ascii="맑은 고딕" w:hAnsi="맑은 고딕" w:cs="맑은 고딕" w:eastAsia="맑은 고딕"/>
                <w:spacing w:val="25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인1-1205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실무한국어교육전공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2083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사범대학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움직이는아시아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이용승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범1213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실무한국어교육전공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2296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DU인재법학부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움직이는아시아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이용승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법행1218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실무한국어교육전공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1071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*한국어능력시험특강2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신임강사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목(13:00∼14:50)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인2-2404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외식산업경영학전공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3285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식품영양학과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식품학개론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이정희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목(09:00∼10:15)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1" w:right="28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공3713 공3614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외식산업경영학전공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2842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산업복지학과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인간행동과사회환경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최웅용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사1501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외식산업경영학전공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2843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산업복지학과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인간행동과사회환경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박성원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사1301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외식산업경영학전공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2737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서비스경영론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노정희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8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경1420 경1419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외식산업경영학전공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2738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서비스경영론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노정희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2" w:right="28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경1420 경1418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8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외식산업경영학전공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8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8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8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2739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8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8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서비스경영론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8"/>
              <w:ind w:right="28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노정희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경1418 경1313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외식산업경영학전공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2749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호텔외식관광마케팅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노정희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경1419</w:t>
            </w:r>
          </w:p>
        </w:tc>
      </w:tr>
    </w:tbl>
    <w:p>
      <w:pPr>
        <w:spacing w:after="0" w:line="240" w:lineRule="auto"/>
        <w:jc w:val="left"/>
        <w:rPr>
          <w:rFonts w:ascii="맑은 고딕" w:hAnsi="맑은 고딕" w:cs="맑은 고딕" w:eastAsia="맑은 고딕"/>
          <w:sz w:val="16"/>
          <w:szCs w:val="16"/>
        </w:rPr>
        <w:sectPr>
          <w:pgSz w:w="11910" w:h="16840"/>
          <w:pgMar w:top="1340" w:bottom="280" w:left="640" w:right="5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490"/>
        <w:gridCol w:w="490"/>
        <w:gridCol w:w="581"/>
        <w:gridCol w:w="1699"/>
        <w:gridCol w:w="1927"/>
        <w:gridCol w:w="430"/>
        <w:gridCol w:w="888"/>
        <w:gridCol w:w="1392"/>
        <w:gridCol w:w="842"/>
      </w:tblGrid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창의융복합전공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구분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128" w:right="12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수강 번호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2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64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학점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8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6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강의실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외식산업경영학전공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2750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호텔외식관광마케팅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장영화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경1313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외식산업경영학전공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2688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인적자원관리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이기은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경1313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외식산업경영학전공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2689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인적자원관리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이기은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경1212 경1420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외식산업경영학전공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2690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인적자원관리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이기은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경1420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외식산업경영학전공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3293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식품영양학과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공중보건학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이미령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공3614 공2112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외식산업경영학전공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2695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비즈니스와금융기관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이가연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경1207 경1420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외식산업경영학전공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2696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비즈니스와금융기관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이가연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8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경1207 경1310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외식산업경영학전공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2760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외식서비스경영론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노은정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수(10:30∼13:15)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경1207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외식산업경영학전공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2761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외식서비스경영론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노은정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경1313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외식산업경영학전공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2797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호텔관광학과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호텔주장관리실무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김현정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경1417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외식산업경영학전공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2798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호텔관광학과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호텔주장관리실무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서정호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수(10:30∼13:15)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경1309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외식산업경영학전공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2762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호텔관광재무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이가연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2" w:right="202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경1212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외식산업경영학전공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2801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호텔관광학과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외식창업론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8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김현정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2" w:right="202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경1418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통일복지학전공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2942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국제관계학과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국제사회와개발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안병억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수(10:30∼11:45)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사1401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통일복지학전공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3987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재활공학과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장애의이해와재활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정경희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금(15:00∼17:45)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재1215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통일복지학전공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2957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5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미디어커뮤니케이션학 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커뮤니케이션의세계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김성해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사1304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통일복지학전공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2943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국제관계학과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국제관계의이론과실제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이소영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사1407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통일복지학전공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2895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호혜와협력의사회학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박정호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사1401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통일복지학전공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2824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사회복지학과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사회복지행정론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1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양난주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사1406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통일복지학전공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2825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사회복지학과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사회복지행정론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이동석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사1410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통일복지학전공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2826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사회복지학과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사회복지행정론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이동석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사1410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통일복지학전공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2827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사회복지학과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사회복지행정론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이종균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사1401</w:t>
            </w:r>
          </w:p>
        </w:tc>
      </w:tr>
    </w:tbl>
    <w:p>
      <w:pPr>
        <w:spacing w:after="0" w:line="240" w:lineRule="auto"/>
        <w:jc w:val="left"/>
        <w:rPr>
          <w:rFonts w:ascii="맑은 고딕" w:hAnsi="맑은 고딕" w:cs="맑은 고딕" w:eastAsia="맑은 고딕"/>
          <w:sz w:val="16"/>
          <w:szCs w:val="16"/>
        </w:rPr>
        <w:sectPr>
          <w:pgSz w:w="11910" w:h="16840"/>
          <w:pgMar w:top="1340" w:bottom="280" w:left="640" w:right="5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490"/>
        <w:gridCol w:w="490"/>
        <w:gridCol w:w="581"/>
        <w:gridCol w:w="1699"/>
        <w:gridCol w:w="1927"/>
        <w:gridCol w:w="430"/>
        <w:gridCol w:w="888"/>
        <w:gridCol w:w="1392"/>
        <w:gridCol w:w="842"/>
      </w:tblGrid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창의융복합전공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구분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128" w:right="12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수강 번호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2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64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학점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8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6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강의실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통일복지학전공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2631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경제학과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자본주의와사회주의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김용원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경1401 경1418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통일복지학전공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2632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경제학과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자본주의와사회주의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김용원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경1308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통일복지학전공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2954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국제관계학과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지방정부외교론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하영수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사1502B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통일복지학전공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1961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조형예술대학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현대사회와다문화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김도혜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종3305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통일복지학전공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1118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일상으로보는북한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김정수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금(10:30∼13:15)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경1308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글로벌ICT전공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3330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전자전기공학부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컴퓨터프로그래밍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박상욱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금(10:30∼11:45)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공5605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글로벌ICT전공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3331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전자전기공학부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컴퓨터프로그래밍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최명실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금(09:00∼11:45)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공5601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글로벌ICT전공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3332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전자전기공학부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컴퓨터프로그래밍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최명실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금(13:30∼16:15)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공5601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글로벌ICT전공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3333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전자전기공학부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컴퓨터프로그래밍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정갑중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화(15:00∼17:50)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공5605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글로벌ICT전공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2408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일본어일본학과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초급일본어문법(2)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김봉정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3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인1-1220</w:t>
            </w:r>
            <w:r>
              <w:rPr>
                <w:rFonts w:ascii="맑은 고딕" w:hAnsi="맑은 고딕" w:cs="맑은 고딕" w:eastAsia="맑은 고딕"/>
                <w:spacing w:val="25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인1-1428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글로벌ICT전공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3414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컴퓨터정보공학부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자바프로그래밍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강신재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월(09:00∼10:50)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월(11:00∼12:50)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공7409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글로벌ICT전공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3415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컴퓨터정보공학부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자바프로그래밍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강신재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2" w:right="202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수(11:00∼12:50)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공7409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글로벌ICT전공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3416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컴퓨터정보공학부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자바프로그래밍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8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진성근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2" w:right="202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수(13:00∼14:50)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공7606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글로벌ICT전공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3417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컴퓨터정보공학부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자바프로그래밍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노은영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수(13:00∼14:50)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공7409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글로벌ICT전공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2411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일본어일본학과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일본어회화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오수문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인2-2404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글로벌ICT전공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2412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일본어일본학과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일본어회화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오수문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인2-2402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글로벌ICT전공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3325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6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전자전기공학부(전자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제어공학전공)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인공지능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신임강사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공7418 공7405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글로벌ICT전공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1025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정보생활과홈페이지제작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강병도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본교가상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본교가상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글로벌ICT전공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1864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정보통신대학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프로그래밍입문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여준호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공7307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글로벌ICT전공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1598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과학생명융합대학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4차산업혁명이해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김순철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자본1102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글로벌ICT전공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1718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공과대학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4차산업혁명이해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김종완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공1328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글로벌ICT전공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1867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정보통신대학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4차산업혁명이해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염석원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공5104</w:t>
            </w:r>
          </w:p>
        </w:tc>
      </w:tr>
    </w:tbl>
    <w:p>
      <w:pPr>
        <w:spacing w:after="0" w:line="240" w:lineRule="auto"/>
        <w:jc w:val="left"/>
        <w:rPr>
          <w:rFonts w:ascii="맑은 고딕" w:hAnsi="맑은 고딕" w:cs="맑은 고딕" w:eastAsia="맑은 고딕"/>
          <w:sz w:val="16"/>
          <w:szCs w:val="16"/>
        </w:rPr>
        <w:sectPr>
          <w:pgSz w:w="11910" w:h="16840"/>
          <w:pgMar w:top="1340" w:bottom="280" w:left="640" w:right="5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490"/>
        <w:gridCol w:w="490"/>
        <w:gridCol w:w="581"/>
        <w:gridCol w:w="1699"/>
        <w:gridCol w:w="1927"/>
        <w:gridCol w:w="430"/>
        <w:gridCol w:w="888"/>
        <w:gridCol w:w="1392"/>
        <w:gridCol w:w="842"/>
      </w:tblGrid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창의융복합전공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구분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128" w:right="12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수강 번호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2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64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학점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8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6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강의실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글로벌ICT전공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1137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21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취업성공을위한직무역량 관리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김도균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월(13:00∼14:50)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공2412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글로벌ICT전공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1138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21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취업성공을위한직무역량 관리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서일수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월(13:00∼14:50)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경1418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글로벌ICT전공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1139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21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취업성공을위한직무역량 관리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서일수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화(13:00∼14:50)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사1501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미술치료전공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3975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재활심리학과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이상심리학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박중규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목(12:00∼13:15)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재1213 재1414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미술치료전공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3486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6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융합예술학부(현대미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술전공)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매체연구와기법(2)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최영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금(13:00∼16:50)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미1-202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미술치료전공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3487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6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융합예술학부(현대미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술전공)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매체연구와기법(2)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강원제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금(09:00∼12:50)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미1-202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미술치료전공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3979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재활심리학과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미술치료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김준수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재1102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미술치료전공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3564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시각디자인학과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미술교육론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김창국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토(09:00∼11:50)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미1-107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미술치료전공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3493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6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융합예술학부(현대미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술전공)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창작과기법(2)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최영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월(13:00∼16:50)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미1-302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미술치료전공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3494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6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융합예술학부(현대미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술전공)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창작과기법(2)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이보람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목(13:00∼16:50)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미1-302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미술치료전공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3500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6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융합예술학부(현대미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술전공)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예술현장세미나(2)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노기훈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화(13:00∼16:50)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미1-112A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미술치료전공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3501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6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융합예술학부(현대미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술전공)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예술현장세미나(2)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최성규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미1-403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미술치료전공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3985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재활심리학과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장애아동미술재활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권재희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수(09:00∼11:50)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2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재1214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미술치료전공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1966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조형예술대학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세계명화의비밀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8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최영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종3305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비즈니스데이터전공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2674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경영통계학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김정섭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162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경전산회 계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비즈니스데이터전공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2675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경영통계학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김정섭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62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경전산회 계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비즈니스데이터전공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2676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경영통계학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김정섭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교1103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비즈니스데이터전공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2681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경영정보시스템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박상철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경1313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비즈니스데이터전공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2682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경영정보시스템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박상철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경1312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비즈니스데이터전공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2683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경영정보시스템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박상철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경1311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비즈니스데이터전공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3441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6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컴퓨터정보공학부(컴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퓨터소프트웨어전공)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데이터마이닝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이상훈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공7605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비즈니스데이터전공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2699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E비즈니스모델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이웅규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경1312</w:t>
            </w:r>
          </w:p>
        </w:tc>
      </w:tr>
    </w:tbl>
    <w:p>
      <w:pPr>
        <w:spacing w:after="0" w:line="240" w:lineRule="auto"/>
        <w:jc w:val="left"/>
        <w:rPr>
          <w:rFonts w:ascii="맑은 고딕" w:hAnsi="맑은 고딕" w:cs="맑은 고딕" w:eastAsia="맑은 고딕"/>
          <w:sz w:val="16"/>
          <w:szCs w:val="16"/>
        </w:rPr>
        <w:sectPr>
          <w:pgSz w:w="11910" w:h="16840"/>
          <w:pgMar w:top="1340" w:bottom="280" w:left="640" w:right="5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490"/>
        <w:gridCol w:w="490"/>
        <w:gridCol w:w="581"/>
        <w:gridCol w:w="1699"/>
        <w:gridCol w:w="1927"/>
        <w:gridCol w:w="430"/>
        <w:gridCol w:w="888"/>
        <w:gridCol w:w="1392"/>
        <w:gridCol w:w="842"/>
      </w:tblGrid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창의융복합전공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구분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128" w:right="12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수강 번호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2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64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학점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8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6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강의실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비즈니스데이터전공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E비즈니스모델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이웅규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경1312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비즈니스데이터전공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3433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67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컴퓨터정보공학부(컴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퓨터공학전공)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빅데이터처리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39" w:right="0"/>
              <w:jc w:val="left"/>
              <w:rPr>
                <w:rFonts w:ascii="맑은 고딕" w:hAnsi="맑은 고딕" w:cs="맑은 고딕" w:eastAsia="맑은 고딕"/>
                <w:sz w:val="13"/>
                <w:szCs w:val="13"/>
              </w:rPr>
            </w:pPr>
            <w:r>
              <w:rPr>
                <w:rFonts w:ascii="맑은 고딕" w:hAnsi="맑은 고딕" w:cs="맑은 고딕" w:eastAsia="맑은 고딕"/>
                <w:w w:val="105"/>
                <w:sz w:val="13"/>
                <w:szCs w:val="13"/>
              </w:rPr>
              <w:t>신규전임교원</w:t>
            </w:r>
            <w:r>
              <w:rPr>
                <w:rFonts w:ascii="맑은 고딕" w:hAnsi="맑은 고딕" w:cs="맑은 고딕" w:eastAsia="맑은 고딕"/>
                <w:sz w:val="13"/>
                <w:szCs w:val="13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공7507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비즈니스데이터전공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2353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6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컴퓨터정보공학부(컴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퓨터소프트웨어전공)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IT기술경영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김수연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금(10:00∼12:50)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공7615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비즈니스데이터전공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3447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6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컴퓨터정보공학부(컴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퓨터소프트웨어전공)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SW프로젝트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김동휘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공7606 공7406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비즈니스데이터전공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1484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사회과학대학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21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빅데이터의세계와통계적 사고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윤상후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종3201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비즈니스데이터전공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1598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과학생명융합대학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4차산업혁명이해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김순철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자본1102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비즈니스데이터전공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1718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공과대학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4차산업혁명이해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김종완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공1328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비즈니스데이터전공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1867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정보통신대학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4차산업혁명이해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염석원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공5104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사이버보안전공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3353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ICT융합학부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자료구조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김희철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공5107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사이버보안전공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3354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ICT융합학부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자료구조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홍원기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공5106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사이버보안전공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3418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컴퓨터정보공학부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알고리즘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김종완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공7714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사이버보안전공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3419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컴퓨터정보공학부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알고리즘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원희철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공7514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사이버보안전공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3381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9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ICT융합학부(멀티미디</w:t>
            </w:r>
            <w:r>
              <w:rPr>
                <w:rFonts w:ascii="맑은 고딕" w:hAnsi="맑은 고딕" w:cs="맑은 고딕" w:eastAsia="맑은 고딕"/>
                <w:spacing w:val="20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어공학전공)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고급C프로그래밍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차경애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목(13:00∼14:50)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공5503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사이버보안전공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3382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9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ICT융합학부(멀티미디</w:t>
            </w:r>
            <w:r>
              <w:rPr>
                <w:rFonts w:ascii="맑은 고딕" w:hAnsi="맑은 고딕" w:cs="맑은 고딕" w:eastAsia="맑은 고딕"/>
                <w:spacing w:val="20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어공학전공)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고급C프로그래밍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임태균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금(09:00∼12:50)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공7307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사이버보안전공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3424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67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컴퓨터정보공학부(컴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퓨터공학전공)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소프트웨어공학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강병도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공7418 공7405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사이버보안전공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3404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9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ICT융합학부(인공지능</w:t>
            </w:r>
            <w:r>
              <w:rPr>
                <w:rFonts w:ascii="맑은 고딕" w:hAnsi="맑은 고딕" w:cs="맑은 고딕" w:eastAsia="맑은 고딕"/>
                <w:spacing w:val="20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컴퓨터네트워크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유성은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공5603 공5505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사이버보안전공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3444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6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컴퓨터정보공학부(컴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퓨터소프트웨어전공)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서버시스템관리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신임강사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수(11:00∼12:50)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공7605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사이버보안전공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1598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과학생명융합대학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4차산업혁명이해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김순철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자본1102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사이버보안전공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1718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공과대학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4차산업혁명이해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김종완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공1328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사이버보안전공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1867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정보통신대학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4차산업혁명이해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염석원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공5104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1" w:right="14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차이나모바일비즈니스 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20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2391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중국어중국학과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초급중국어(2)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한령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인1-1219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4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차이나모바일비즈니스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2392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중국어중국학과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초급중국어(2)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양건분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인1-1318</w:t>
            </w:r>
          </w:p>
        </w:tc>
      </w:tr>
    </w:tbl>
    <w:p>
      <w:pPr>
        <w:spacing w:after="0" w:line="240" w:lineRule="auto"/>
        <w:jc w:val="left"/>
        <w:rPr>
          <w:rFonts w:ascii="맑은 고딕" w:hAnsi="맑은 고딕" w:cs="맑은 고딕" w:eastAsia="맑은 고딕"/>
          <w:sz w:val="16"/>
          <w:szCs w:val="16"/>
        </w:rPr>
        <w:sectPr>
          <w:pgSz w:w="11910" w:h="16840"/>
          <w:pgMar w:top="1340" w:bottom="280" w:left="640" w:right="5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490"/>
        <w:gridCol w:w="490"/>
        <w:gridCol w:w="581"/>
        <w:gridCol w:w="1699"/>
        <w:gridCol w:w="1927"/>
        <w:gridCol w:w="430"/>
        <w:gridCol w:w="888"/>
        <w:gridCol w:w="1392"/>
        <w:gridCol w:w="842"/>
      </w:tblGrid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창의융복합전공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구분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128" w:right="12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수강 번호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2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64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학점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8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6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강의실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차이나모바일비즈니스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2393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중국어중국학과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초급중국어(2)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방채홍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인2-2402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차이나모바일비즈니스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2395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중국어중국학과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중국어권문화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39" w:right="0"/>
              <w:jc w:val="left"/>
              <w:rPr>
                <w:rFonts w:ascii="맑은 고딕" w:hAnsi="맑은 고딕" w:cs="맑은 고딕" w:eastAsia="맑은 고딕"/>
                <w:sz w:val="13"/>
                <w:szCs w:val="13"/>
              </w:rPr>
            </w:pPr>
            <w:r>
              <w:rPr>
                <w:rFonts w:ascii="맑은 고딕" w:hAnsi="맑은 고딕" w:cs="맑은 고딕" w:eastAsia="맑은 고딕"/>
                <w:w w:val="105"/>
                <w:sz w:val="13"/>
                <w:szCs w:val="13"/>
              </w:rPr>
              <w:t>신규전임교원</w:t>
            </w:r>
            <w:r>
              <w:rPr>
                <w:rFonts w:ascii="맑은 고딕" w:hAnsi="맑은 고딕" w:cs="맑은 고딕" w:eastAsia="맑은 고딕"/>
                <w:sz w:val="13"/>
                <w:szCs w:val="13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인1-1321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차이나모바일비즈니스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2699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E비즈니스모델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이웅규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경1312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차이나모바일비즈니스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E비즈니스모델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이웅규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경1312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차이나모바일비즈니스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2401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중국어중국학과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중국문화지리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39" w:right="0"/>
              <w:jc w:val="left"/>
              <w:rPr>
                <w:rFonts w:ascii="맑은 고딕" w:hAnsi="맑은 고딕" w:cs="맑은 고딕" w:eastAsia="맑은 고딕"/>
                <w:sz w:val="13"/>
                <w:szCs w:val="13"/>
              </w:rPr>
            </w:pPr>
            <w:r>
              <w:rPr>
                <w:rFonts w:ascii="맑은 고딕" w:hAnsi="맑은 고딕" w:cs="맑은 고딕" w:eastAsia="맑은 고딕"/>
                <w:w w:val="105"/>
                <w:sz w:val="13"/>
                <w:szCs w:val="13"/>
              </w:rPr>
              <w:t>신규전임교원</w:t>
            </w:r>
            <w:r>
              <w:rPr>
                <w:rFonts w:ascii="맑은 고딕" w:hAnsi="맑은 고딕" w:cs="맑은 고딕" w:eastAsia="맑은 고딕"/>
                <w:sz w:val="13"/>
                <w:szCs w:val="13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인1-1320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차이나모바일비즈니스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2405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중국어중국학과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중국무역실무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이승일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인2-2203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차이나모바일비즈니스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1096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글로벌마켓창업과경영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권정일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교1107A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차이나모바일비즈니스 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1097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대학전체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글로벌마켓창업과경영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권정일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교1107A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10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한중·중한실무통번역전 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2369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한국어문학과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한국어의이해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정인호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13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인2-2203</w:t>
            </w:r>
            <w:r>
              <w:rPr>
                <w:rFonts w:ascii="맑은 고딕" w:hAnsi="맑은 고딕" w:cs="맑은 고딕" w:eastAsia="맑은 고딕"/>
                <w:spacing w:val="25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인1-1320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0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한중·중한실무통번역전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2370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한국어문학과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한국어의이해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지현진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수(12:00∼14:45)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인1-1221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0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한중·중한실무통번역전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2946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국제관계학과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문화교류론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신동필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82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사1301 사1502A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0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한중·중한실무통번역전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2394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중국어중국학과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중국어번역(2)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이미경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인1-1307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0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한중·중한실무통번역전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2375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한국어문학과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사회언어학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이정복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3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인1-1428</w:t>
            </w:r>
            <w:r>
              <w:rPr>
                <w:rFonts w:ascii="맑은 고딕" w:hAnsi="맑은 고딕" w:cs="맑은 고딕" w:eastAsia="맑은 고딕"/>
                <w:spacing w:val="25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인1-1324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0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한중·중한실무통번역전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2395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중국어중국학과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중국어권문화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39" w:right="0"/>
              <w:jc w:val="left"/>
              <w:rPr>
                <w:rFonts w:ascii="맑은 고딕" w:hAnsi="맑은 고딕" w:cs="맑은 고딕" w:eastAsia="맑은 고딕"/>
                <w:sz w:val="13"/>
                <w:szCs w:val="13"/>
              </w:rPr>
            </w:pPr>
            <w:r>
              <w:rPr>
                <w:rFonts w:ascii="맑은 고딕" w:hAnsi="맑은 고딕" w:cs="맑은 고딕" w:eastAsia="맑은 고딕"/>
                <w:w w:val="105"/>
                <w:sz w:val="13"/>
                <w:szCs w:val="13"/>
              </w:rPr>
              <w:t>신규전임교원</w:t>
            </w:r>
            <w:r>
              <w:rPr>
                <w:rFonts w:ascii="맑은 고딕" w:hAnsi="맑은 고딕" w:cs="맑은 고딕" w:eastAsia="맑은 고딕"/>
                <w:sz w:val="13"/>
                <w:szCs w:val="13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인1-1321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0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한중·중한실무통번역전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2399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중국어중국학과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중국어작문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8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한령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인1-1319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0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한중·중한실무통번역전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2400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중국어중국학과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고급중국어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방채홍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인2-2201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0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한중·중한실무통번역전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2403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중국어중국학과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중국공연예술의이해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39" w:right="0"/>
              <w:jc w:val="left"/>
              <w:rPr>
                <w:rFonts w:ascii="맑은 고딕" w:hAnsi="맑은 고딕" w:cs="맑은 고딕" w:eastAsia="맑은 고딕"/>
                <w:sz w:val="13"/>
                <w:szCs w:val="13"/>
              </w:rPr>
            </w:pPr>
            <w:r>
              <w:rPr>
                <w:rFonts w:ascii="맑은 고딕" w:hAnsi="맑은 고딕" w:cs="맑은 고딕" w:eastAsia="맑은 고딕"/>
                <w:w w:val="105"/>
                <w:sz w:val="13"/>
                <w:szCs w:val="13"/>
              </w:rPr>
              <w:t>신규전임교원</w:t>
            </w:r>
            <w:r>
              <w:rPr>
                <w:rFonts w:ascii="맑은 고딕" w:hAnsi="맑은 고딕" w:cs="맑은 고딕" w:eastAsia="맑은 고딕"/>
                <w:sz w:val="13"/>
                <w:szCs w:val="13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인1-1321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0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한중·중한실무통번역전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2406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중국어중국학과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중국어통역(2)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이미경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인1-1307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AI응용전공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3381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9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ICT융합학부(멀티미디</w:t>
            </w:r>
            <w:r>
              <w:rPr>
                <w:rFonts w:ascii="맑은 고딕" w:hAnsi="맑은 고딕" w:cs="맑은 고딕" w:eastAsia="맑은 고딕"/>
                <w:spacing w:val="20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어공학전공)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고급C프로그래밍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차경애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목(13:00∼14:50)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공5503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AI응용전공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3382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9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ICT융합학부(멀티미디</w:t>
            </w:r>
            <w:r>
              <w:rPr>
                <w:rFonts w:ascii="맑은 고딕" w:hAnsi="맑은 고딕" w:cs="맑은 고딕" w:eastAsia="맑은 고딕"/>
                <w:spacing w:val="20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어공학전공)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고급C프로그래밍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임태균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금(09:00∼12:50)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공7307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AI응용전공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3402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9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ICT융합학부(인공지능</w:t>
            </w:r>
            <w:r>
              <w:rPr>
                <w:rFonts w:ascii="맑은 고딕" w:hAnsi="맑은 고딕" w:cs="맑은 고딕" w:eastAsia="맑은 고딕"/>
                <w:spacing w:val="20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컴퓨터비전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염석원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월(10:00∼11:50)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공7307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AI응용전공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3425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6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컴퓨터정보공학부(컴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퓨터공학전공)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웹프로그래밍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강신재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화(09:00∼10:50)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화(11:00∼12:50)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공7506</w:t>
            </w:r>
          </w:p>
        </w:tc>
      </w:tr>
    </w:tbl>
    <w:p>
      <w:pPr>
        <w:spacing w:after="0" w:line="240" w:lineRule="auto"/>
        <w:jc w:val="left"/>
        <w:rPr>
          <w:rFonts w:ascii="맑은 고딕" w:hAnsi="맑은 고딕" w:cs="맑은 고딕" w:eastAsia="맑은 고딕"/>
          <w:sz w:val="16"/>
          <w:szCs w:val="16"/>
        </w:rPr>
        <w:sectPr>
          <w:pgSz w:w="11910" w:h="16840"/>
          <w:pgMar w:top="1340" w:bottom="280" w:left="640" w:right="5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490"/>
        <w:gridCol w:w="490"/>
        <w:gridCol w:w="581"/>
        <w:gridCol w:w="1699"/>
        <w:gridCol w:w="1927"/>
        <w:gridCol w:w="430"/>
        <w:gridCol w:w="888"/>
        <w:gridCol w:w="1392"/>
        <w:gridCol w:w="842"/>
      </w:tblGrid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창의융복합전공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구분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128" w:right="12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수강 번호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2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64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학점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8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6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강의실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AI응용전공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3426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67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컴퓨터정보공학부(컴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퓨터공학전공)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웹프로그래밍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백태산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금(14:00∼17:50)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공7409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AI응용전공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3388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9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ICT융합학부(멀티미디</w:t>
            </w:r>
            <w:r>
              <w:rPr>
                <w:rFonts w:ascii="맑은 고딕" w:hAnsi="맑은 고딕" w:cs="맑은 고딕" w:eastAsia="맑은 고딕"/>
                <w:spacing w:val="20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어공학전공)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인공지능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권기범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공7514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AI응용전공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3389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9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ICT융합학부(멀티미디</w:t>
            </w:r>
            <w:r>
              <w:rPr>
                <w:rFonts w:ascii="맑은 고딕" w:hAnsi="맑은 고딕" w:cs="맑은 고딕" w:eastAsia="맑은 고딕"/>
                <w:spacing w:val="20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어공학전공)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알고리즘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차경애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공5206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AI응용전공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3433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6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컴퓨터정보공학부(컴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퓨터공학전공)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빅데이터처리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39" w:right="0"/>
              <w:jc w:val="left"/>
              <w:rPr>
                <w:rFonts w:ascii="맑은 고딕" w:hAnsi="맑은 고딕" w:cs="맑은 고딕" w:eastAsia="맑은 고딕"/>
                <w:sz w:val="13"/>
                <w:szCs w:val="13"/>
              </w:rPr>
            </w:pPr>
            <w:r>
              <w:rPr>
                <w:rFonts w:ascii="맑은 고딕" w:hAnsi="맑은 고딕" w:cs="맑은 고딕" w:eastAsia="맑은 고딕"/>
                <w:w w:val="105"/>
                <w:sz w:val="13"/>
                <w:szCs w:val="13"/>
              </w:rPr>
              <w:t>신규전임교원</w:t>
            </w:r>
            <w:r>
              <w:rPr>
                <w:rFonts w:ascii="맑은 고딕" w:hAnsi="맑은 고딕" w:cs="맑은 고딕" w:eastAsia="맑은 고딕"/>
                <w:sz w:val="13"/>
                <w:szCs w:val="13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공7507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AI응용전공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1598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과학생명융합대학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4차산업혁명이해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김순철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자본1102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AI응용전공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1718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공과대학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4차산업혁명이해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김종완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공1328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AI응용전공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1867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정보통신대학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4차산업혁명이해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염석원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공5104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AI응용전공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균교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1720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공과대학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인공지능미디어콘텐츠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이동화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공1520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10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리조트·웰니스관광매니 지먼트전공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2485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스포츠레저학과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운동생리학의기초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한건수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목(14:00∼15:50)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평교1202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0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리조트·웰니스관광매니 지먼트전공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4006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작업치료학과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심리검사및평가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이선욱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금(09:00∼12:50)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재2-1305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0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리조트·웰니스관광매니 지먼트전공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2684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서비스마케팅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이진화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경1310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0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리조트·웰니스관광매니 지먼트전공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2685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서비스마케팅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윤만희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경1218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0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리조트·웰니스관광매니 지먼트전공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2686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서비스마케팅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김동복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경1412 경1308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0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리조트·웰니스관광매니 지먼트전공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2687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서비스마케팅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김동복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경1308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0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리조트·웰니스관광매니 지먼트전공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2747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관광휴양및공원관리학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이주희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경1320 경1201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0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리조트·웰니스관광매니 지먼트전공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2748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관광휴양및공원관리학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김영경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화(12:00∼14:45)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경1320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0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리조트·웰니스관광매니 지먼트전공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3473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융합예술학부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미술의이해(2)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임윤수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미2-209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0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리조트·웰니스관광매니 지먼트전공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2751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관광경영의이해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이광우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경1218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0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리조트·웰니스관광매니 지먼트전공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2752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관광경영의이해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이광우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9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경1201 경1218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0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리조트·웰니스관광매니 지먼트전공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2753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관광경영의이해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이광우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8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경1320 경1218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0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리조트·웰니스관광매니 지먼트전공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2501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스포츠레저학과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운동처방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한건수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금(10:00∼12:50)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평교1203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0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리조트·웰니스관광매니 지먼트전공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4013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작업치료학과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노인작업치료학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이선욱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재2-1305</w:t>
            </w:r>
          </w:p>
        </w:tc>
      </w:tr>
    </w:tbl>
    <w:p>
      <w:pPr>
        <w:spacing w:after="0" w:line="240" w:lineRule="auto"/>
        <w:jc w:val="left"/>
        <w:rPr>
          <w:rFonts w:ascii="맑은 고딕" w:hAnsi="맑은 고딕" w:cs="맑은 고딕" w:eastAsia="맑은 고딕"/>
          <w:sz w:val="16"/>
          <w:szCs w:val="16"/>
        </w:rPr>
        <w:sectPr>
          <w:pgSz w:w="11910" w:h="16840"/>
          <w:pgMar w:top="1340" w:bottom="280" w:left="640" w:right="5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490"/>
        <w:gridCol w:w="490"/>
        <w:gridCol w:w="581"/>
        <w:gridCol w:w="1699"/>
        <w:gridCol w:w="1927"/>
        <w:gridCol w:w="430"/>
        <w:gridCol w:w="888"/>
        <w:gridCol w:w="1392"/>
        <w:gridCol w:w="842"/>
      </w:tblGrid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창의융복합전공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구분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128" w:right="12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수강 번호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2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64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학점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8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6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강의실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0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리조트·웰니스관광매니 지먼트전공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2502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스포츠레저학과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테이핑및스포츠마사지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한건수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화(11:00∼12:50)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평교GX룸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산업수학소프트웨어전 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3410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컴퓨터정보공학부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컴퓨터프로그래밍기초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1"/>
                <w:szCs w:val="11"/>
              </w:rPr>
            </w:pPr>
          </w:p>
          <w:p>
            <w:pPr>
              <w:pStyle w:val="TableParagraph"/>
              <w:spacing w:line="240" w:lineRule="auto"/>
              <w:ind w:left="39" w:right="0"/>
              <w:jc w:val="left"/>
              <w:rPr>
                <w:rFonts w:ascii="맑은 고딕" w:hAnsi="맑은 고딕" w:cs="맑은 고딕" w:eastAsia="맑은 고딕"/>
                <w:sz w:val="13"/>
                <w:szCs w:val="13"/>
              </w:rPr>
            </w:pPr>
            <w:r>
              <w:rPr>
                <w:rFonts w:ascii="맑은 고딕" w:hAnsi="맑은 고딕" w:cs="맑은 고딕" w:eastAsia="맑은 고딕"/>
                <w:w w:val="105"/>
                <w:sz w:val="13"/>
                <w:szCs w:val="13"/>
              </w:rPr>
              <w:t>신규전임교원</w:t>
            </w:r>
            <w:r>
              <w:rPr>
                <w:rFonts w:ascii="맑은 고딕" w:hAnsi="맑은 고딕" w:cs="맑은 고딕" w:eastAsia="맑은 고딕"/>
                <w:sz w:val="13"/>
                <w:szCs w:val="13"/>
              </w:rPr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목(09:00∼10:50)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목(11:00∼12:50)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공7406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산업수학소프트웨어전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3411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컴퓨터정보공학부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컴퓨터프로그래밍기초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left="39" w:right="0"/>
              <w:jc w:val="left"/>
              <w:rPr>
                <w:rFonts w:ascii="맑은 고딕" w:hAnsi="맑은 고딕" w:cs="맑은 고딕" w:eastAsia="맑은 고딕"/>
                <w:sz w:val="13"/>
                <w:szCs w:val="13"/>
              </w:rPr>
            </w:pPr>
            <w:r>
              <w:rPr>
                <w:rFonts w:ascii="맑은 고딕" w:hAnsi="맑은 고딕" w:cs="맑은 고딕" w:eastAsia="맑은 고딕"/>
                <w:w w:val="105"/>
                <w:sz w:val="13"/>
                <w:szCs w:val="13"/>
              </w:rPr>
              <w:t>신규전임교원</w:t>
            </w:r>
            <w:r>
              <w:rPr>
                <w:rFonts w:ascii="맑은 고딕" w:hAnsi="맑은 고딕" w:cs="맑은 고딕" w:eastAsia="맑은 고딕"/>
                <w:sz w:val="13"/>
                <w:szCs w:val="13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금(13:00∼14:50)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금(15:00∼16:50)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공7406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산업수학소프트웨어전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3412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컴퓨터정보공학부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컴퓨터프로그래밍기초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원희철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화(14:00∼15:50)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화(16:00∼17:50)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공7409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산업수학소프트웨어전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3413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컴퓨터정보공학부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컴퓨터프로그래밍기초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진성근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화(14:00∼15:50)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화(16:00∼17:50)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공7606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산업수학소프트웨어전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2976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67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수리빅데이터학부(수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학전공)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선형대수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권남희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자본1306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산업수학소프트웨어전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3340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전자전기공학부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전기자기학(2)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신임강사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공5206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산업수학소프트웨어전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2978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6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수리빅데이터학부(수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학전공)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수치알고리즘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최용호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자본1302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산업수학소프트웨어전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2979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6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수리빅데이터학부(수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학전공)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응용수학(2)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최용호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자본1302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산업수학소프트웨어전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3441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6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컴퓨터정보공학부(컴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퓨터소프트웨어전공)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데이터마이닝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이상훈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공7605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4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산업수학소프트웨어전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3443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6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컴퓨터정보공학부(컴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퓨터소프트웨어전공)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게임프로그래밍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이상훈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목(14:00∼15:50)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목(16:00∼17:50)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공7605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1" w:right="14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발달장애인통합지원전 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3770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특수교육과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장애아발달심리학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박찬웅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목(09:00∼10:15)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범1208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4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발달장애인통합지원전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1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4021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재활건강증진학과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운동의학개론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김완수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교1103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발달장애인통합지원전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2867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가정복지학과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영양학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이미영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사1502B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발달장애인통합지원전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3914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직업재활학과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장애아직업전교육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최우형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금(13:30∼16:15)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재1102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발달장애인통합지원전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2852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산업복지학과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정신건강론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박성원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사1406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발달장애인통합지원전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2853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산업복지학과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정신건강론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박성원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사1301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발달장애인통합지원전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2854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산업복지학과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정신건강론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1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이은정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사1402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4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발달장애인통합지원전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3918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직업재활학과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장애인사회교육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전가영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목(12:00∼14:45)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재1316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4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발달장애인통합지원전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3778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특수교육과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행동수정및행동지원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박찬웅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범1217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4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발달장애인통합지원전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4029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재활건강증진학과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만성질환재활운동의학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김완수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교1103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4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발달장애인통합지원전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3945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언어치료학과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보완대체의사소통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김광욱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금(15:00∼17:45)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재1414</w:t>
            </w:r>
          </w:p>
        </w:tc>
      </w:tr>
    </w:tbl>
    <w:p>
      <w:pPr>
        <w:spacing w:after="0" w:line="240" w:lineRule="auto"/>
        <w:jc w:val="left"/>
        <w:rPr>
          <w:rFonts w:ascii="맑은 고딕" w:hAnsi="맑은 고딕" w:cs="맑은 고딕" w:eastAsia="맑은 고딕"/>
          <w:sz w:val="16"/>
          <w:szCs w:val="16"/>
        </w:rPr>
        <w:sectPr>
          <w:pgSz w:w="11910" w:h="16840"/>
          <w:pgMar w:top="1340" w:bottom="280" w:left="640" w:right="5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490"/>
        <w:gridCol w:w="490"/>
        <w:gridCol w:w="581"/>
        <w:gridCol w:w="1699"/>
        <w:gridCol w:w="1927"/>
        <w:gridCol w:w="430"/>
        <w:gridCol w:w="888"/>
        <w:gridCol w:w="1392"/>
        <w:gridCol w:w="842"/>
      </w:tblGrid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창의융복합전공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구분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128" w:right="12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수강 번호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2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64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학점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8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6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강의실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발달장애인통합지원전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2840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사회복지학과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가족상담및가족치료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김순천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종3202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4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발달장애인통합지원전 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2841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사회복지학과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가족상담및가족치료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김순천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사1507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스마트센싱전공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3353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ICT융합학부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자료구조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김희철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수(15:00∼16:15)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공5107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스마트센싱전공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3354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ICT융합학부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자료구조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홍원기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공5106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스마트센싱전공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3341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전자전기공학부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전자회로(1)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박철영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공5206 공7514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스마트센싱전공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3342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전자전기공학부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전자회로(1)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정영호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공5305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스마트센싱전공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3345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전자전기공학부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디지털공학(2)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신임강사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공5206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스마트센싱전공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3346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전자전기공학부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디지털공학(2)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신임강사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공5106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스마트센싱전공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3400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9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ICT융합학부(인공지능</w:t>
            </w:r>
            <w:r>
              <w:rPr>
                <w:rFonts w:ascii="맑은 고딕" w:hAnsi="맑은 고딕" w:cs="맑은 고딕" w:eastAsia="맑은 고딕"/>
                <w:spacing w:val="20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임베디드시스템설계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이형규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공5603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스마트센싱전공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3401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9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ICT융합학부(인공지능</w:t>
            </w:r>
            <w:r>
              <w:rPr>
                <w:rFonts w:ascii="맑은 고딕" w:hAnsi="맑은 고딕" w:cs="맑은 고딕" w:eastAsia="맑은 고딕"/>
                <w:spacing w:val="20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임베디드시스템설계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이형규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공5603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스마트센싱전공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3309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6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전자전기공학부(전자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공학전공)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인공지능언어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김경기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화(12:00∼13:15)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수(12:00∼13:15)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공5306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스마트센싱전공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3310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6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전자전기공학부(전자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공학전공)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스마트센서시스템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류정탁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88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공5306 공5105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8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스마트센싱전공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8"/>
              <w:ind w:left="17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8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8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3325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6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전자전기공학부(전자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제어공학전공)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8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인공지능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8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신임강사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9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공7418 공7405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스마트센싱전공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3409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95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ICT융합학부(인공지능</w:t>
            </w:r>
            <w:r>
              <w:rPr>
                <w:rFonts w:ascii="맑은 고딕" w:hAnsi="맑은 고딕" w:cs="맑은 고딕" w:eastAsia="맑은 고딕"/>
                <w:spacing w:val="20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자율주행시스템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이동화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공5405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스마트제로에너지전공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3012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화학·응용화학과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분석화학(2)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심준호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화2113A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스마트제로에너지전공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3013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화학·응용화학과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유기화학(2)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김장섭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화2204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스마트제로에너지전공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3341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전자전기공학부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전자회로(1)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박철영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화(10:30∼11:45)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공5206 공7514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스마트제로에너지전공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3342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전자전기공학부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전자회로(1)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정영호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공5305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스마트제로에너지전공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3343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전자전기공학부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회로이론(2)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류정탁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공5305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스마트제로에너지전공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3344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전자전기공학부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회로이론(2)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최병재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수(09:00∼10:15)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공5205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스마트제로에너지전공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3345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전자전기공학부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디지털공학(2)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신임강사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공5206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스마트제로에너지전공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6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3346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전자전기공학부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디지털공학(2)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신임강사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공5106</w:t>
            </w:r>
          </w:p>
        </w:tc>
      </w:tr>
    </w:tbl>
    <w:p>
      <w:pPr>
        <w:spacing w:after="0" w:line="240" w:lineRule="auto"/>
        <w:jc w:val="left"/>
        <w:rPr>
          <w:rFonts w:ascii="맑은 고딕" w:hAnsi="맑은 고딕" w:cs="맑은 고딕" w:eastAsia="맑은 고딕"/>
          <w:sz w:val="16"/>
          <w:szCs w:val="16"/>
        </w:rPr>
        <w:sectPr>
          <w:pgSz w:w="11910" w:h="16840"/>
          <w:pgMar w:top="1340" w:bottom="280" w:left="640" w:right="52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490"/>
        <w:gridCol w:w="490"/>
        <w:gridCol w:w="581"/>
        <w:gridCol w:w="1699"/>
        <w:gridCol w:w="1927"/>
        <w:gridCol w:w="430"/>
        <w:gridCol w:w="888"/>
        <w:gridCol w:w="1392"/>
        <w:gridCol w:w="842"/>
      </w:tblGrid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창의융복합전공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구분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128" w:right="12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수강 번호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2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개설전공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64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교과목명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5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학점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담당교수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8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강의시간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86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b/>
                <w:bCs/>
                <w:sz w:val="16"/>
                <w:szCs w:val="16"/>
              </w:rPr>
              <w:t>강의실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스마트제로에너지전공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3017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화학·응용화학과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분자분광학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7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강태종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월(16:30∼17:45)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수(16:30∼17:45)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화2204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스마트제로에너지전공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3323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67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전자전기공학부(전자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제어공학전공)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전력전자공학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이강현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월(13:30∼14:45)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89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공5605 공5306</w:t>
            </w:r>
          </w:p>
        </w:tc>
      </w:tr>
      <w:tr>
        <w:trPr>
          <w:trHeight w:val="588" w:hRule="exact"/>
        </w:trPr>
        <w:tc>
          <w:tcPr>
            <w:tcW w:w="17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스마트팜전공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4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3067</w:t>
            </w:r>
          </w:p>
        </w:tc>
        <w:tc>
          <w:tcPr>
            <w:tcW w:w="1699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167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생명환경학부(원예학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전공)</w:t>
            </w:r>
          </w:p>
        </w:tc>
        <w:tc>
          <w:tcPr>
            <w:tcW w:w="1927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비료학</w:t>
            </w:r>
          </w:p>
        </w:tc>
        <w:tc>
          <w:tcPr>
            <w:tcW w:w="430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김영선</w:t>
            </w:r>
          </w:p>
        </w:tc>
        <w:tc>
          <w:tcPr>
            <w:tcW w:w="139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24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목(10:30∼11:45)</w:t>
            </w:r>
          </w:p>
        </w:tc>
        <w:tc>
          <w:tcPr>
            <w:tcW w:w="842" w:type="dxa"/>
            <w:tcBorders>
              <w:top w:val="single" w:sz="1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02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환1-1203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스마트팜전공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3345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전자전기공학부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디지털공학(2)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신임강사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수(10:30∼11:45)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공5206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스마트팜전공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3346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전자전기공학부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디지털공학(2)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2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신임강사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목(13:30∼14:45)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공5106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스마트팜전공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2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3068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16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생명환경학부(원예학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시설원예학및실습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김영선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4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화(13:00∼14:50)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화(15:00∼16:50)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환1-1306</w:t>
            </w:r>
          </w:p>
        </w:tc>
      </w:tr>
      <w:tr>
        <w:trPr>
          <w:trHeight w:val="605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스마트팜전공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3101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동물자원학과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축산세미나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30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조익환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0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화(09:00∼10:15)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목(10:30∼11:45)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환1-1116</w:t>
            </w:r>
          </w:p>
        </w:tc>
      </w:tr>
      <w:tr>
        <w:trPr>
          <w:trHeight w:val="622" w:hRule="exact"/>
        </w:trPr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스마트팜전공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5" w:right="0"/>
              <w:jc w:val="center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4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90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전선</w:t>
            </w:r>
          </w:p>
        </w:tc>
        <w:tc>
          <w:tcPr>
            <w:tcW w:w="581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119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3074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166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생명환경학부(원예학</w:t>
            </w:r>
            <w:r>
              <w:rPr>
                <w:rFonts w:ascii="맑은 고딕" w:hAnsi="맑은 고딕" w:cs="맑은 고딕" w:eastAsia="맑은 고딕"/>
                <w:spacing w:val="28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전공)</w:t>
            </w:r>
          </w:p>
        </w:tc>
        <w:tc>
          <w:tcPr>
            <w:tcW w:w="1927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생물환경조절학및실습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right="29"/>
              <w:jc w:val="righ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/>
                <w:sz w:val="16"/>
              </w:rPr>
              <w:t>3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208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z w:val="16"/>
                <w:szCs w:val="16"/>
              </w:rPr>
              <w:t>김영선</w:t>
            </w:r>
          </w:p>
        </w:tc>
        <w:tc>
          <w:tcPr>
            <w:tcW w:w="139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4" w:lineRule="exact" w:before="41"/>
              <w:ind w:left="31" w:right="203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목(13:00∼14:50)</w:t>
            </w:r>
            <w:r>
              <w:rPr>
                <w:rFonts w:ascii="맑은 고딕" w:hAnsi="맑은 고딕" w:cs="맑은 고딕" w:eastAsia="맑은 고딕"/>
                <w:spacing w:val="24"/>
                <w:sz w:val="16"/>
                <w:szCs w:val="16"/>
              </w:rPr>
              <w:t> </w:t>
            </w: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목(15:00∼16:50)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16" w:space="0" w:color="000000"/>
              <w:right w:val="single" w:sz="2" w:space="0" w:color="000000"/>
            </w:tcBorders>
          </w:tcPr>
          <w:p>
            <w:pPr>
              <w:pStyle w:val="TableParagraph"/>
              <w:spacing w:line="240" w:lineRule="auto" w:before="119"/>
              <w:ind w:left="31" w:right="0"/>
              <w:jc w:val="left"/>
              <w:rPr>
                <w:rFonts w:ascii="맑은 고딕" w:hAnsi="맑은 고딕" w:cs="맑은 고딕" w:eastAsia="맑은 고딕"/>
                <w:sz w:val="16"/>
                <w:szCs w:val="16"/>
              </w:rPr>
            </w:pPr>
            <w:r>
              <w:rPr>
                <w:rFonts w:ascii="맑은 고딕" w:hAnsi="맑은 고딕" w:cs="맑은 고딕" w:eastAsia="맑은 고딕"/>
                <w:spacing w:val="-1"/>
                <w:sz w:val="16"/>
                <w:szCs w:val="16"/>
              </w:rPr>
              <w:t>환2-2412</w:t>
            </w:r>
          </w:p>
        </w:tc>
      </w:tr>
    </w:tbl>
    <w:sectPr>
      <w:pgSz w:w="11910" w:h="16840"/>
      <w:pgMar w:top="1340" w:bottom="280" w:left="64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81"/>
    <w:family w:val="modern"/>
    <w:pitch w:val="variable"/>
  </w:font>
  <w:font w:name="맑은 고딕">
    <w:altName w:val="맑은 고딕"/>
    <w:charset w:val="81"/>
    <w:family w:val="moder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2020-08-07T15:29:14Z</dcterms:created>
  <dcterms:modified xsi:type="dcterms:W3CDTF">2020-08-07T15:29:14Z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2020-08-07T00:00:00Z</vt:filetime>
  </property>
  <property fmtid="{D5CDD505-2E9C-101B-9397-08002B2CF9AE}" pid="3" name="LastSaved">
    <vt:filetime>2020-08-07T00:00:00Z</vt:filetime>
  </property>
</Properties>
</file>